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62798" w:rsidRDefault="00962798" w:rsidP="00CE3D59"/>
    <w:p w:rsidR="005527CB" w:rsidRDefault="005527CB" w:rsidP="00FD0474">
      <w:pPr>
        <w:rPr>
          <w:rFonts w:ascii="Times New Roman" w:hAnsi="Times New Roman" w:cs="Times New Roman"/>
          <w:lang w:val="et-EE"/>
        </w:rPr>
      </w:pPr>
    </w:p>
    <w:p w:rsidR="00DE77D1" w:rsidRDefault="00DE77D1" w:rsidP="00FD0474">
      <w:pPr>
        <w:rPr>
          <w:rFonts w:ascii="Times New Roman" w:hAnsi="Times New Roman" w:cs="Times New Roman"/>
          <w:lang w:val="et-EE"/>
        </w:rPr>
      </w:pPr>
    </w:p>
    <w:p w:rsidR="00505BDE" w:rsidRDefault="005527CB" w:rsidP="00FD0474">
      <w:pPr>
        <w:rPr>
          <w:rFonts w:ascii="Times New Roman" w:hAnsi="Times New Roman" w:cs="Times New Roman"/>
          <w:lang w:val="et-EE"/>
        </w:rPr>
      </w:pPr>
      <w:r>
        <w:rPr>
          <w:rFonts w:ascii="Times New Roman" w:hAnsi="Times New Roman" w:cs="Times New Roman"/>
          <w:lang w:val="et-EE"/>
        </w:rPr>
        <w:t>Riigimetsa Majandamise Keskus</w:t>
      </w:r>
      <w:r>
        <w:rPr>
          <w:rFonts w:ascii="Times New Roman" w:hAnsi="Times New Roman" w:cs="Times New Roman"/>
          <w:lang w:val="et-EE"/>
        </w:rPr>
        <w:tab/>
      </w:r>
      <w:r>
        <w:rPr>
          <w:rFonts w:ascii="Times New Roman" w:hAnsi="Times New Roman" w:cs="Times New Roman"/>
          <w:lang w:val="et-EE"/>
        </w:rPr>
        <w:tab/>
      </w:r>
      <w:r>
        <w:rPr>
          <w:rFonts w:ascii="Times New Roman" w:hAnsi="Times New Roman" w:cs="Times New Roman"/>
          <w:lang w:val="et-EE"/>
        </w:rPr>
        <w:tab/>
      </w:r>
      <w:r>
        <w:rPr>
          <w:rFonts w:ascii="Times New Roman" w:hAnsi="Times New Roman" w:cs="Times New Roman"/>
          <w:lang w:val="et-EE"/>
        </w:rPr>
        <w:tab/>
        <w:t>Teie:</w:t>
      </w:r>
      <w:r w:rsidR="00F22CDE">
        <w:rPr>
          <w:rFonts w:ascii="Times New Roman" w:hAnsi="Times New Roman" w:cs="Times New Roman"/>
          <w:lang w:val="et-EE"/>
        </w:rPr>
        <w:t xml:space="preserve"> 21.09.2023 nr 3-1.1/2023/5492</w:t>
      </w:r>
    </w:p>
    <w:p w:rsidR="00FD0474" w:rsidRDefault="005527CB" w:rsidP="00FD0474">
      <w:pPr>
        <w:rPr>
          <w:rFonts w:ascii="Times New Roman" w:hAnsi="Times New Roman" w:cs="Times New Roman"/>
          <w:lang w:val="et-EE"/>
        </w:rPr>
      </w:pPr>
      <w:r>
        <w:rPr>
          <w:rFonts w:ascii="Times New Roman" w:hAnsi="Times New Roman" w:cs="Times New Roman"/>
          <w:lang w:val="et-EE"/>
        </w:rPr>
        <w:t>rmk@rmk.ee</w:t>
      </w:r>
      <w:r w:rsidR="00505BDE">
        <w:rPr>
          <w:rFonts w:ascii="Times New Roman" w:hAnsi="Times New Roman" w:cs="Times New Roman"/>
          <w:lang w:val="et-EE"/>
        </w:rPr>
        <w:tab/>
      </w:r>
      <w:r w:rsidR="00505BDE">
        <w:rPr>
          <w:rFonts w:ascii="Times New Roman" w:hAnsi="Times New Roman" w:cs="Times New Roman"/>
          <w:lang w:val="et-EE"/>
        </w:rPr>
        <w:tab/>
      </w:r>
      <w:r w:rsidR="00505BDE">
        <w:rPr>
          <w:rFonts w:ascii="Times New Roman" w:hAnsi="Times New Roman" w:cs="Times New Roman"/>
          <w:lang w:val="et-EE"/>
        </w:rPr>
        <w:tab/>
      </w:r>
      <w:r w:rsidR="00505BDE">
        <w:rPr>
          <w:rFonts w:ascii="Times New Roman" w:hAnsi="Times New Roman" w:cs="Times New Roman"/>
          <w:lang w:val="et-EE"/>
        </w:rPr>
        <w:tab/>
      </w:r>
      <w:r w:rsidR="00F04BDF">
        <w:rPr>
          <w:rFonts w:ascii="Times New Roman" w:hAnsi="Times New Roman" w:cs="Times New Roman"/>
          <w:lang w:val="et-EE"/>
        </w:rPr>
        <w:tab/>
      </w:r>
      <w:r w:rsidR="00372992">
        <w:rPr>
          <w:rFonts w:ascii="Times New Roman" w:hAnsi="Times New Roman" w:cs="Times New Roman"/>
          <w:lang w:val="et-EE"/>
        </w:rPr>
        <w:tab/>
      </w:r>
      <w:r>
        <w:rPr>
          <w:rFonts w:ascii="Times New Roman" w:hAnsi="Times New Roman" w:cs="Times New Roman"/>
          <w:lang w:val="et-EE"/>
        </w:rPr>
        <w:tab/>
      </w:r>
      <w:r w:rsidR="00FD0474">
        <w:rPr>
          <w:rFonts w:ascii="Times New Roman" w:hAnsi="Times New Roman" w:cs="Times New Roman"/>
          <w:lang w:val="et-EE"/>
        </w:rPr>
        <w:t xml:space="preserve">Meie </w:t>
      </w:r>
      <w:r w:rsidR="009478D6">
        <w:rPr>
          <w:rFonts w:ascii="Times New Roman" w:hAnsi="Times New Roman" w:cs="Times New Roman"/>
          <w:lang w:val="et-EE"/>
        </w:rPr>
        <w:t>0</w:t>
      </w:r>
      <w:r w:rsidR="00DB3359">
        <w:rPr>
          <w:rFonts w:ascii="Times New Roman" w:hAnsi="Times New Roman" w:cs="Times New Roman"/>
          <w:lang w:val="et-EE"/>
        </w:rPr>
        <w:t>8</w:t>
      </w:r>
      <w:r w:rsidR="009478D6">
        <w:rPr>
          <w:rFonts w:ascii="Times New Roman" w:hAnsi="Times New Roman" w:cs="Times New Roman"/>
          <w:lang w:val="et-EE"/>
        </w:rPr>
        <w:t>.11</w:t>
      </w:r>
      <w:r w:rsidR="00FD0474">
        <w:rPr>
          <w:rFonts w:ascii="Times New Roman" w:hAnsi="Times New Roman" w:cs="Times New Roman"/>
          <w:lang w:val="et-EE"/>
        </w:rPr>
        <w:t>.0</w:t>
      </w:r>
      <w:r w:rsidR="00A35D0E">
        <w:rPr>
          <w:rFonts w:ascii="Times New Roman" w:hAnsi="Times New Roman" w:cs="Times New Roman"/>
          <w:lang w:val="et-EE"/>
        </w:rPr>
        <w:t>9</w:t>
      </w:r>
      <w:r w:rsidR="00FD0474">
        <w:rPr>
          <w:rFonts w:ascii="Times New Roman" w:hAnsi="Times New Roman" w:cs="Times New Roman"/>
          <w:lang w:val="et-EE"/>
        </w:rPr>
        <w:t>.202</w:t>
      </w:r>
      <w:r w:rsidR="00A35D0E">
        <w:rPr>
          <w:rFonts w:ascii="Times New Roman" w:hAnsi="Times New Roman" w:cs="Times New Roman"/>
          <w:lang w:val="et-EE"/>
        </w:rPr>
        <w:t>3</w:t>
      </w:r>
      <w:r w:rsidR="00FD0474">
        <w:rPr>
          <w:rFonts w:ascii="Times New Roman" w:hAnsi="Times New Roman" w:cs="Times New Roman"/>
          <w:lang w:val="et-EE"/>
        </w:rPr>
        <w:t xml:space="preserve"> nr 5-8/</w:t>
      </w:r>
      <w:r w:rsidR="006D4680">
        <w:rPr>
          <w:rFonts w:ascii="Times New Roman" w:hAnsi="Times New Roman" w:cs="Times New Roman"/>
          <w:lang w:val="et-EE"/>
        </w:rPr>
        <w:t>179</w:t>
      </w:r>
      <w:r w:rsidR="00F8258F">
        <w:rPr>
          <w:rFonts w:ascii="Times New Roman" w:hAnsi="Times New Roman" w:cs="Times New Roman"/>
          <w:lang w:val="et-EE"/>
        </w:rPr>
        <w:t>-</w:t>
      </w:r>
      <w:r w:rsidR="00F22CDE">
        <w:rPr>
          <w:rFonts w:ascii="Times New Roman" w:hAnsi="Times New Roman" w:cs="Times New Roman"/>
          <w:lang w:val="et-EE"/>
        </w:rPr>
        <w:t>3</w:t>
      </w:r>
    </w:p>
    <w:p w:rsidR="001268C1" w:rsidRDefault="001268C1" w:rsidP="00FD0474">
      <w:pPr>
        <w:rPr>
          <w:rFonts w:ascii="Times New Roman" w:hAnsi="Times New Roman" w:cs="Times New Roman"/>
          <w:lang w:val="et-EE"/>
        </w:rPr>
      </w:pPr>
    </w:p>
    <w:p w:rsidR="00690787" w:rsidRDefault="00690787" w:rsidP="0014110E">
      <w:pPr>
        <w:rPr>
          <w:rFonts w:ascii="Times New Roman" w:hAnsi="Times New Roman" w:cs="Times New Roman"/>
          <w:b/>
          <w:lang w:val="et-EE"/>
        </w:rPr>
      </w:pPr>
    </w:p>
    <w:p w:rsidR="00DE77D1" w:rsidRDefault="00DE77D1" w:rsidP="00F22CDE">
      <w:pPr>
        <w:rPr>
          <w:rFonts w:ascii="Times New Roman" w:hAnsi="Times New Roman" w:cs="Times New Roman"/>
          <w:b/>
          <w:lang w:val="et-EE"/>
        </w:rPr>
      </w:pPr>
    </w:p>
    <w:p w:rsidR="006C5FA8" w:rsidRPr="00EE3A6B" w:rsidRDefault="00F22CDE" w:rsidP="00F22CDE">
      <w:pPr>
        <w:rPr>
          <w:rFonts w:ascii="Times New Roman" w:hAnsi="Times New Roman" w:cs="Times New Roman"/>
          <w:lang w:val="et-EE"/>
        </w:rPr>
      </w:pPr>
      <w:r w:rsidRPr="00F22CDE">
        <w:rPr>
          <w:rFonts w:ascii="Times New Roman" w:hAnsi="Times New Roman" w:cs="Times New Roman"/>
          <w:b/>
          <w:lang w:val="et-EE"/>
        </w:rPr>
        <w:t>Taotlus kinnis</w:t>
      </w:r>
      <w:r>
        <w:rPr>
          <w:rFonts w:ascii="Times New Roman" w:hAnsi="Times New Roman" w:cs="Times New Roman"/>
          <w:b/>
          <w:lang w:val="et-EE"/>
        </w:rPr>
        <w:t>asja</w:t>
      </w:r>
      <w:r w:rsidRPr="00F22CDE">
        <w:rPr>
          <w:rFonts w:ascii="Times New Roman" w:hAnsi="Times New Roman" w:cs="Times New Roman"/>
          <w:b/>
          <w:lang w:val="et-EE"/>
        </w:rPr>
        <w:t xml:space="preserve"> isikliku kasutusõigusega koormamiseks </w:t>
      </w:r>
      <w:r>
        <w:rPr>
          <w:rFonts w:ascii="Times New Roman" w:hAnsi="Times New Roman" w:cs="Times New Roman"/>
          <w:b/>
          <w:lang w:val="et-EE"/>
        </w:rPr>
        <w:t>(</w:t>
      </w:r>
      <w:r w:rsidR="005527CB">
        <w:rPr>
          <w:rFonts w:ascii="Times New Roman" w:hAnsi="Times New Roman" w:cs="Times New Roman"/>
          <w:b/>
          <w:lang w:val="et-EE"/>
        </w:rPr>
        <w:t>Pannjärve tee</w:t>
      </w:r>
      <w:r>
        <w:rPr>
          <w:rFonts w:ascii="Times New Roman" w:hAnsi="Times New Roman" w:cs="Times New Roman"/>
          <w:b/>
          <w:lang w:val="et-EE"/>
        </w:rPr>
        <w:t xml:space="preserve">, </w:t>
      </w:r>
      <w:proofErr w:type="spellStart"/>
      <w:r w:rsidR="005527CB">
        <w:rPr>
          <w:rFonts w:ascii="Times New Roman" w:hAnsi="Times New Roman" w:cs="Times New Roman"/>
          <w:b/>
          <w:lang w:val="et-EE"/>
        </w:rPr>
        <w:t>Vasavere</w:t>
      </w:r>
      <w:proofErr w:type="spellEnd"/>
      <w:r w:rsidR="005527CB">
        <w:rPr>
          <w:rFonts w:ascii="Times New Roman" w:hAnsi="Times New Roman" w:cs="Times New Roman"/>
          <w:b/>
          <w:lang w:val="et-EE"/>
        </w:rPr>
        <w:t xml:space="preserve"> k</w:t>
      </w:r>
      <w:r w:rsidR="005B2CF7">
        <w:rPr>
          <w:rFonts w:ascii="Times New Roman" w:hAnsi="Times New Roman" w:cs="Times New Roman"/>
          <w:b/>
          <w:lang w:val="et-EE"/>
        </w:rPr>
        <w:t>üla</w:t>
      </w:r>
      <w:r w:rsidR="00372992">
        <w:rPr>
          <w:rFonts w:ascii="Times New Roman" w:hAnsi="Times New Roman" w:cs="Times New Roman"/>
          <w:b/>
          <w:lang w:val="et-EE"/>
        </w:rPr>
        <w:t>)</w:t>
      </w:r>
    </w:p>
    <w:p w:rsidR="0014110E" w:rsidRPr="0014110E" w:rsidRDefault="0014110E" w:rsidP="0014110E">
      <w:pPr>
        <w:jc w:val="both"/>
        <w:rPr>
          <w:rFonts w:ascii="Times New Roman" w:hAnsi="Times New Roman" w:cs="Times New Roman"/>
          <w:lang w:val="et-EE"/>
        </w:rPr>
      </w:pPr>
    </w:p>
    <w:p w:rsidR="00F22CDE" w:rsidRDefault="00F22CDE" w:rsidP="00992E8C">
      <w:pPr>
        <w:jc w:val="both"/>
        <w:rPr>
          <w:rFonts w:ascii="Times New Roman" w:hAnsi="Times New Roman" w:cs="Times New Roman"/>
          <w:lang w:val="et-EE"/>
        </w:rPr>
      </w:pPr>
      <w:bookmarkStart w:id="0" w:name="_Hlk144814042"/>
    </w:p>
    <w:p w:rsidR="00992E8C" w:rsidRPr="00992E8C" w:rsidRDefault="00992E8C" w:rsidP="00992E8C">
      <w:pPr>
        <w:jc w:val="both"/>
        <w:rPr>
          <w:rFonts w:ascii="Times New Roman" w:hAnsi="Times New Roman" w:cs="Times New Roman"/>
          <w:lang w:val="et-EE"/>
        </w:rPr>
      </w:pPr>
    </w:p>
    <w:p w:rsidR="00DE77D1" w:rsidRDefault="00DE77D1" w:rsidP="00992E8C">
      <w:pPr>
        <w:jc w:val="both"/>
        <w:rPr>
          <w:rFonts w:ascii="Times New Roman" w:hAnsi="Times New Roman" w:cs="Times New Roman"/>
          <w:b/>
          <w:lang w:val="et-EE"/>
        </w:rPr>
      </w:pPr>
    </w:p>
    <w:p w:rsidR="00992E8C" w:rsidRPr="00992E8C" w:rsidRDefault="00992E8C" w:rsidP="00992E8C">
      <w:pPr>
        <w:jc w:val="both"/>
        <w:rPr>
          <w:rFonts w:ascii="Times New Roman" w:hAnsi="Times New Roman" w:cs="Times New Roman"/>
          <w:lang w:val="et-EE"/>
        </w:rPr>
      </w:pPr>
      <w:r w:rsidRPr="000D52B5">
        <w:rPr>
          <w:rFonts w:ascii="Times New Roman" w:hAnsi="Times New Roman" w:cs="Times New Roman"/>
          <w:b/>
          <w:lang w:val="et-EE"/>
        </w:rPr>
        <w:t>Taotleja</w:t>
      </w:r>
      <w:r w:rsidRPr="00992E8C">
        <w:rPr>
          <w:rFonts w:ascii="Times New Roman" w:hAnsi="Times New Roman" w:cs="Times New Roman"/>
          <w:lang w:val="et-EE"/>
        </w:rPr>
        <w:t xml:space="preserve">: Alutaguse vald, registrikood 77000281, Alutaguse Vallavalitsus, aadress Tartu mnt 56, Iisaku alevik, Alutaguse vald, Ida-Viru maakond 41101, volitatud isik vallavanem Tauno </w:t>
      </w:r>
      <w:proofErr w:type="spellStart"/>
      <w:r w:rsidRPr="00992E8C">
        <w:rPr>
          <w:rFonts w:ascii="Times New Roman" w:hAnsi="Times New Roman" w:cs="Times New Roman"/>
          <w:lang w:val="et-EE"/>
        </w:rPr>
        <w:t>Võhmar</w:t>
      </w:r>
      <w:proofErr w:type="spellEnd"/>
      <w:r w:rsidRPr="00992E8C">
        <w:rPr>
          <w:rFonts w:ascii="Times New Roman" w:hAnsi="Times New Roman" w:cs="Times New Roman"/>
          <w:lang w:val="et-EE"/>
        </w:rPr>
        <w:t>.</w:t>
      </w:r>
    </w:p>
    <w:p w:rsidR="00992E8C" w:rsidRPr="00992E8C" w:rsidRDefault="00992E8C" w:rsidP="00992E8C">
      <w:pPr>
        <w:jc w:val="both"/>
        <w:rPr>
          <w:rFonts w:ascii="Times New Roman" w:hAnsi="Times New Roman" w:cs="Times New Roman"/>
          <w:lang w:val="et-EE"/>
        </w:rPr>
      </w:pPr>
    </w:p>
    <w:p w:rsidR="00992E8C" w:rsidRDefault="00992E8C" w:rsidP="00992E8C">
      <w:pPr>
        <w:jc w:val="both"/>
        <w:rPr>
          <w:rFonts w:ascii="Times New Roman" w:hAnsi="Times New Roman" w:cs="Times New Roman"/>
          <w:b/>
          <w:lang w:val="et-EE"/>
        </w:rPr>
      </w:pPr>
      <w:r w:rsidRPr="000D52B5">
        <w:rPr>
          <w:rFonts w:ascii="Times New Roman" w:hAnsi="Times New Roman" w:cs="Times New Roman"/>
          <w:b/>
          <w:lang w:val="et-EE"/>
        </w:rPr>
        <w:t>Koormatava kinnisasja asukoht:</w:t>
      </w:r>
    </w:p>
    <w:p w:rsidR="000D52B5" w:rsidRPr="000D52B5" w:rsidRDefault="000D52B5" w:rsidP="00992E8C">
      <w:pPr>
        <w:jc w:val="both"/>
        <w:rPr>
          <w:rFonts w:ascii="Times New Roman" w:hAnsi="Times New Roman" w:cs="Times New Roman"/>
          <w:b/>
          <w:lang w:val="et-EE"/>
        </w:rPr>
      </w:pPr>
    </w:p>
    <w:p w:rsidR="00992E8C" w:rsidRPr="00992E8C" w:rsidRDefault="00992E8C" w:rsidP="00992E8C">
      <w:pPr>
        <w:jc w:val="both"/>
        <w:rPr>
          <w:rFonts w:ascii="Times New Roman" w:hAnsi="Times New Roman" w:cs="Times New Roman"/>
          <w:lang w:val="et-EE"/>
        </w:rPr>
      </w:pPr>
      <w:r w:rsidRPr="00992E8C">
        <w:rPr>
          <w:rFonts w:ascii="Times New Roman" w:hAnsi="Times New Roman" w:cs="Times New Roman"/>
          <w:lang w:val="et-EE"/>
        </w:rPr>
        <w:t xml:space="preserve">1. </w:t>
      </w:r>
      <w:r w:rsidR="00F318FF" w:rsidRPr="00992E8C">
        <w:rPr>
          <w:rFonts w:ascii="Times New Roman" w:hAnsi="Times New Roman" w:cs="Times New Roman"/>
          <w:lang w:val="et-EE"/>
        </w:rPr>
        <w:t>Ida-Viru maakond</w:t>
      </w:r>
      <w:r w:rsidR="00F318FF">
        <w:rPr>
          <w:rFonts w:ascii="Times New Roman" w:hAnsi="Times New Roman" w:cs="Times New Roman"/>
          <w:lang w:val="et-EE"/>
        </w:rPr>
        <w:t>, Alutaguse vald,</w:t>
      </w:r>
      <w:r w:rsidR="00F318FF" w:rsidRPr="00992E8C">
        <w:rPr>
          <w:rFonts w:ascii="Times New Roman" w:hAnsi="Times New Roman" w:cs="Times New Roman"/>
          <w:lang w:val="et-EE"/>
        </w:rPr>
        <w:t xml:space="preserve"> </w:t>
      </w:r>
      <w:proofErr w:type="spellStart"/>
      <w:r w:rsidR="00F318FF" w:rsidRPr="00992E8C">
        <w:rPr>
          <w:rFonts w:ascii="Times New Roman" w:hAnsi="Times New Roman" w:cs="Times New Roman"/>
          <w:lang w:val="et-EE"/>
        </w:rPr>
        <w:t>Vasavere</w:t>
      </w:r>
      <w:proofErr w:type="spellEnd"/>
      <w:r w:rsidR="00F318FF" w:rsidRPr="00992E8C">
        <w:rPr>
          <w:rFonts w:ascii="Times New Roman" w:hAnsi="Times New Roman" w:cs="Times New Roman"/>
          <w:lang w:val="et-EE"/>
        </w:rPr>
        <w:t xml:space="preserve"> küla</w:t>
      </w:r>
      <w:r w:rsidR="00F318FF">
        <w:rPr>
          <w:rFonts w:ascii="Times New Roman" w:hAnsi="Times New Roman" w:cs="Times New Roman"/>
          <w:lang w:val="et-EE"/>
        </w:rPr>
        <w:t xml:space="preserve">, </w:t>
      </w:r>
      <w:r w:rsidR="000D52B5">
        <w:rPr>
          <w:rFonts w:ascii="Times New Roman" w:hAnsi="Times New Roman" w:cs="Times New Roman"/>
          <w:lang w:val="et-EE"/>
        </w:rPr>
        <w:t xml:space="preserve">Ahtme metskond 24 </w:t>
      </w:r>
      <w:r w:rsidR="000D52B5" w:rsidRPr="000D52B5">
        <w:rPr>
          <w:rFonts w:ascii="Times New Roman" w:hAnsi="Times New Roman" w:cs="Times New Roman"/>
          <w:lang w:val="et-EE"/>
        </w:rPr>
        <w:t>katastriüksus</w:t>
      </w:r>
      <w:r w:rsidR="000D52B5">
        <w:rPr>
          <w:rFonts w:ascii="Times New Roman" w:hAnsi="Times New Roman" w:cs="Times New Roman"/>
          <w:lang w:val="et-EE"/>
        </w:rPr>
        <w:t xml:space="preserve"> </w:t>
      </w:r>
      <w:r w:rsidR="000D52B5" w:rsidRPr="000D52B5">
        <w:rPr>
          <w:rFonts w:ascii="Times New Roman" w:hAnsi="Times New Roman" w:cs="Times New Roman"/>
          <w:lang w:val="et-EE"/>
        </w:rPr>
        <w:t>22901:001:0</w:t>
      </w:r>
      <w:r w:rsidR="00F318FF">
        <w:rPr>
          <w:rFonts w:ascii="Times New Roman" w:hAnsi="Times New Roman" w:cs="Times New Roman"/>
          <w:lang w:val="et-EE"/>
        </w:rPr>
        <w:t>2</w:t>
      </w:r>
      <w:r w:rsidR="000D52B5" w:rsidRPr="000D52B5">
        <w:rPr>
          <w:rFonts w:ascii="Times New Roman" w:hAnsi="Times New Roman" w:cs="Times New Roman"/>
          <w:lang w:val="et-EE"/>
        </w:rPr>
        <w:t>8</w:t>
      </w:r>
      <w:r w:rsidR="00F318FF">
        <w:rPr>
          <w:rFonts w:ascii="Times New Roman" w:hAnsi="Times New Roman" w:cs="Times New Roman"/>
          <w:lang w:val="et-EE"/>
        </w:rPr>
        <w:t>0</w:t>
      </w:r>
      <w:r w:rsidRPr="00992E8C">
        <w:rPr>
          <w:rFonts w:ascii="Times New Roman" w:hAnsi="Times New Roman" w:cs="Times New Roman"/>
          <w:lang w:val="et-EE"/>
        </w:rPr>
        <w:t xml:space="preserve">, </w:t>
      </w:r>
      <w:r w:rsidR="00D70AB4">
        <w:rPr>
          <w:rFonts w:ascii="Times New Roman" w:hAnsi="Times New Roman" w:cs="Times New Roman"/>
          <w:lang w:val="et-EE"/>
        </w:rPr>
        <w:t>pindala 58,06 ha, sihtotstarve maatulundusmaa</w:t>
      </w:r>
      <w:r w:rsidR="00503375">
        <w:rPr>
          <w:rFonts w:ascii="Times New Roman" w:hAnsi="Times New Roman" w:cs="Times New Roman"/>
          <w:lang w:val="et-EE"/>
        </w:rPr>
        <w:t>,</w:t>
      </w:r>
      <w:r w:rsidR="00E864F6">
        <w:rPr>
          <w:rFonts w:ascii="Times New Roman" w:hAnsi="Times New Roman" w:cs="Times New Roman"/>
          <w:lang w:val="et-EE"/>
        </w:rPr>
        <w:t xml:space="preserve"> </w:t>
      </w:r>
      <w:r w:rsidRPr="00992E8C">
        <w:rPr>
          <w:rFonts w:ascii="Times New Roman" w:hAnsi="Times New Roman" w:cs="Times New Roman"/>
          <w:lang w:val="et-EE"/>
        </w:rPr>
        <w:t>kinnistu</w:t>
      </w:r>
      <w:r w:rsidR="00F318FF">
        <w:rPr>
          <w:rFonts w:ascii="Times New Roman" w:hAnsi="Times New Roman" w:cs="Times New Roman"/>
          <w:lang w:val="et-EE"/>
        </w:rPr>
        <w:t xml:space="preserve"> registriosa </w:t>
      </w:r>
      <w:r w:rsidRPr="00992E8C">
        <w:rPr>
          <w:rFonts w:ascii="Times New Roman" w:hAnsi="Times New Roman" w:cs="Times New Roman"/>
          <w:lang w:val="et-EE"/>
        </w:rPr>
        <w:t xml:space="preserve">nr </w:t>
      </w:r>
      <w:r w:rsidR="00D70AB4">
        <w:rPr>
          <w:rFonts w:ascii="Times New Roman" w:hAnsi="Times New Roman" w:cs="Times New Roman"/>
          <w:lang w:val="et-EE"/>
        </w:rPr>
        <w:t>4869208</w:t>
      </w:r>
      <w:r w:rsidRPr="00992E8C">
        <w:rPr>
          <w:rFonts w:ascii="Times New Roman" w:hAnsi="Times New Roman" w:cs="Times New Roman"/>
          <w:lang w:val="et-EE"/>
        </w:rPr>
        <w:t>, riigi kinnisvararegistri nr KV</w:t>
      </w:r>
      <w:r w:rsidR="00E864F6">
        <w:rPr>
          <w:rFonts w:ascii="Times New Roman" w:hAnsi="Times New Roman" w:cs="Times New Roman"/>
          <w:lang w:val="et-EE"/>
        </w:rPr>
        <w:t>1624</w:t>
      </w:r>
      <w:r w:rsidRPr="00992E8C">
        <w:rPr>
          <w:rFonts w:ascii="Times New Roman" w:hAnsi="Times New Roman" w:cs="Times New Roman"/>
          <w:lang w:val="et-EE"/>
        </w:rPr>
        <w:t xml:space="preserve">, </w:t>
      </w:r>
      <w:r w:rsidR="00E864F6">
        <w:rPr>
          <w:rFonts w:ascii="Times New Roman" w:hAnsi="Times New Roman" w:cs="Times New Roman"/>
          <w:lang w:val="et-EE"/>
        </w:rPr>
        <w:t>r</w:t>
      </w:r>
      <w:r w:rsidRPr="00992E8C">
        <w:rPr>
          <w:rFonts w:ascii="Times New Roman" w:hAnsi="Times New Roman" w:cs="Times New Roman"/>
          <w:lang w:val="et-EE"/>
        </w:rPr>
        <w:t>iigivara valitseja K</w:t>
      </w:r>
      <w:r w:rsidR="00E864F6">
        <w:rPr>
          <w:rFonts w:ascii="Times New Roman" w:hAnsi="Times New Roman" w:cs="Times New Roman"/>
          <w:lang w:val="et-EE"/>
        </w:rPr>
        <w:t>liima</w:t>
      </w:r>
      <w:r w:rsidRPr="00992E8C">
        <w:rPr>
          <w:rFonts w:ascii="Times New Roman" w:hAnsi="Times New Roman" w:cs="Times New Roman"/>
          <w:lang w:val="et-EE"/>
        </w:rPr>
        <w:t>minist</w:t>
      </w:r>
      <w:r w:rsidR="00E864F6">
        <w:rPr>
          <w:rFonts w:ascii="Times New Roman" w:hAnsi="Times New Roman" w:cs="Times New Roman"/>
          <w:lang w:val="et-EE"/>
        </w:rPr>
        <w:t>e</w:t>
      </w:r>
      <w:r w:rsidRPr="00992E8C">
        <w:rPr>
          <w:rFonts w:ascii="Times New Roman" w:hAnsi="Times New Roman" w:cs="Times New Roman"/>
          <w:lang w:val="et-EE"/>
        </w:rPr>
        <w:t>er</w:t>
      </w:r>
      <w:r w:rsidR="00E864F6">
        <w:rPr>
          <w:rFonts w:ascii="Times New Roman" w:hAnsi="Times New Roman" w:cs="Times New Roman"/>
          <w:lang w:val="et-EE"/>
        </w:rPr>
        <w:t>ium</w:t>
      </w:r>
      <w:r w:rsidRPr="00992E8C">
        <w:rPr>
          <w:rFonts w:ascii="Times New Roman" w:hAnsi="Times New Roman" w:cs="Times New Roman"/>
          <w:lang w:val="et-EE"/>
        </w:rPr>
        <w:t>, volitatud asutus Riigimetsa Majandamise Keskus, koormatava ala</w:t>
      </w:r>
      <w:r w:rsidR="00E864F6">
        <w:rPr>
          <w:rFonts w:ascii="Times New Roman" w:hAnsi="Times New Roman" w:cs="Times New Roman"/>
          <w:lang w:val="et-EE"/>
        </w:rPr>
        <w:t xml:space="preserve"> suurus</w:t>
      </w:r>
      <w:r w:rsidR="00291CEF">
        <w:rPr>
          <w:rFonts w:ascii="Times New Roman" w:hAnsi="Times New Roman" w:cs="Times New Roman"/>
          <w:lang w:val="et-EE"/>
        </w:rPr>
        <w:t xml:space="preserve"> 1941 m².</w:t>
      </w:r>
    </w:p>
    <w:p w:rsidR="00992E8C" w:rsidRPr="00992E8C" w:rsidRDefault="00992E8C" w:rsidP="00992E8C">
      <w:pPr>
        <w:jc w:val="both"/>
        <w:rPr>
          <w:rFonts w:ascii="Times New Roman" w:hAnsi="Times New Roman" w:cs="Times New Roman"/>
          <w:lang w:val="et-EE"/>
        </w:rPr>
      </w:pPr>
    </w:p>
    <w:p w:rsidR="00D04C69" w:rsidRDefault="00992E8C" w:rsidP="00992E8C">
      <w:pPr>
        <w:jc w:val="both"/>
        <w:rPr>
          <w:rFonts w:ascii="Times New Roman" w:hAnsi="Times New Roman" w:cs="Times New Roman"/>
          <w:lang w:val="et-EE"/>
        </w:rPr>
      </w:pPr>
      <w:r w:rsidRPr="00992E8C">
        <w:rPr>
          <w:rFonts w:ascii="Times New Roman" w:hAnsi="Times New Roman" w:cs="Times New Roman"/>
          <w:lang w:val="et-EE"/>
        </w:rPr>
        <w:t xml:space="preserve">2. </w:t>
      </w:r>
      <w:r w:rsidR="00E864F6" w:rsidRPr="00E864F6">
        <w:rPr>
          <w:rFonts w:ascii="Times New Roman" w:hAnsi="Times New Roman" w:cs="Times New Roman"/>
          <w:lang w:val="et-EE"/>
        </w:rPr>
        <w:t xml:space="preserve">Ida-Viru maakond, Alutaguse vald, </w:t>
      </w:r>
      <w:proofErr w:type="spellStart"/>
      <w:r w:rsidR="00E864F6" w:rsidRPr="00E864F6">
        <w:rPr>
          <w:rFonts w:ascii="Times New Roman" w:hAnsi="Times New Roman" w:cs="Times New Roman"/>
          <w:lang w:val="et-EE"/>
        </w:rPr>
        <w:t>Vasavere</w:t>
      </w:r>
      <w:proofErr w:type="spellEnd"/>
      <w:r w:rsidR="00E864F6" w:rsidRPr="00E864F6">
        <w:rPr>
          <w:rFonts w:ascii="Times New Roman" w:hAnsi="Times New Roman" w:cs="Times New Roman"/>
          <w:lang w:val="et-EE"/>
        </w:rPr>
        <w:t xml:space="preserve"> küla, Ahtme metskond 2</w:t>
      </w:r>
      <w:r w:rsidR="00E864F6">
        <w:rPr>
          <w:rFonts w:ascii="Times New Roman" w:hAnsi="Times New Roman" w:cs="Times New Roman"/>
          <w:lang w:val="et-EE"/>
        </w:rPr>
        <w:t>5</w:t>
      </w:r>
      <w:r w:rsidR="00E864F6" w:rsidRPr="00E864F6">
        <w:rPr>
          <w:rFonts w:ascii="Times New Roman" w:hAnsi="Times New Roman" w:cs="Times New Roman"/>
          <w:lang w:val="et-EE"/>
        </w:rPr>
        <w:t xml:space="preserve"> katastriüksus 22901:001:02</w:t>
      </w:r>
      <w:r w:rsidR="00E864F6">
        <w:rPr>
          <w:rFonts w:ascii="Times New Roman" w:hAnsi="Times New Roman" w:cs="Times New Roman"/>
          <w:lang w:val="et-EE"/>
        </w:rPr>
        <w:t>39</w:t>
      </w:r>
      <w:r w:rsidR="00E864F6" w:rsidRPr="00E864F6">
        <w:rPr>
          <w:rFonts w:ascii="Times New Roman" w:hAnsi="Times New Roman" w:cs="Times New Roman"/>
          <w:lang w:val="et-EE"/>
        </w:rPr>
        <w:t xml:space="preserve">, pindala </w:t>
      </w:r>
      <w:r w:rsidR="00E864F6">
        <w:rPr>
          <w:rFonts w:ascii="Times New Roman" w:hAnsi="Times New Roman" w:cs="Times New Roman"/>
          <w:lang w:val="et-EE"/>
        </w:rPr>
        <w:t>1</w:t>
      </w:r>
      <w:r w:rsidR="00E864F6" w:rsidRPr="00E864F6">
        <w:rPr>
          <w:rFonts w:ascii="Times New Roman" w:hAnsi="Times New Roman" w:cs="Times New Roman"/>
          <w:lang w:val="et-EE"/>
        </w:rPr>
        <w:t>8</w:t>
      </w:r>
      <w:r w:rsidR="00E864F6">
        <w:rPr>
          <w:rFonts w:ascii="Times New Roman" w:hAnsi="Times New Roman" w:cs="Times New Roman"/>
          <w:lang w:val="et-EE"/>
        </w:rPr>
        <w:t>18,31 ha</w:t>
      </w:r>
      <w:r w:rsidR="00E864F6" w:rsidRPr="00E864F6">
        <w:rPr>
          <w:rFonts w:ascii="Times New Roman" w:hAnsi="Times New Roman" w:cs="Times New Roman"/>
          <w:lang w:val="et-EE"/>
        </w:rPr>
        <w:t>, sihtotstarve maatulundusmaa, kinnistu registriosa nr 49</w:t>
      </w:r>
      <w:r w:rsidR="00E864F6">
        <w:rPr>
          <w:rFonts w:ascii="Times New Roman" w:hAnsi="Times New Roman" w:cs="Times New Roman"/>
          <w:lang w:val="et-EE"/>
        </w:rPr>
        <w:t>64708</w:t>
      </w:r>
      <w:r w:rsidR="00E864F6" w:rsidRPr="00E864F6">
        <w:rPr>
          <w:rFonts w:ascii="Times New Roman" w:hAnsi="Times New Roman" w:cs="Times New Roman"/>
          <w:lang w:val="et-EE"/>
        </w:rPr>
        <w:t>, riigi kinnisvararegistri nr KV4</w:t>
      </w:r>
      <w:r w:rsidR="00D04C69">
        <w:rPr>
          <w:rFonts w:ascii="Times New Roman" w:hAnsi="Times New Roman" w:cs="Times New Roman"/>
          <w:lang w:val="et-EE"/>
        </w:rPr>
        <w:t>3256</w:t>
      </w:r>
      <w:r w:rsidR="00E864F6" w:rsidRPr="00E864F6">
        <w:rPr>
          <w:rFonts w:ascii="Times New Roman" w:hAnsi="Times New Roman" w:cs="Times New Roman"/>
          <w:lang w:val="et-EE"/>
        </w:rPr>
        <w:t xml:space="preserve">, riigivara valitseja Kliimaministeerium, volitatud asutus Riigimetsa Majandamise Keskus, koormatava ala </w:t>
      </w:r>
      <w:r w:rsidR="00D04C69">
        <w:rPr>
          <w:rFonts w:ascii="Times New Roman" w:hAnsi="Times New Roman" w:cs="Times New Roman"/>
          <w:lang w:val="et-EE"/>
        </w:rPr>
        <w:t>suurus</w:t>
      </w:r>
      <w:r w:rsidR="00291CEF">
        <w:rPr>
          <w:rFonts w:ascii="Times New Roman" w:hAnsi="Times New Roman" w:cs="Times New Roman"/>
          <w:lang w:val="et-EE"/>
        </w:rPr>
        <w:t xml:space="preserve"> 30323 m².</w:t>
      </w:r>
    </w:p>
    <w:p w:rsidR="00D04C69" w:rsidRDefault="00D04C69" w:rsidP="00992E8C">
      <w:pPr>
        <w:jc w:val="both"/>
        <w:rPr>
          <w:rFonts w:ascii="Times New Roman" w:hAnsi="Times New Roman" w:cs="Times New Roman"/>
          <w:lang w:val="et-EE"/>
        </w:rPr>
      </w:pPr>
    </w:p>
    <w:p w:rsidR="006F6931" w:rsidRDefault="00992E8C" w:rsidP="00992E8C">
      <w:pPr>
        <w:jc w:val="both"/>
        <w:rPr>
          <w:rFonts w:ascii="Times New Roman" w:hAnsi="Times New Roman" w:cs="Times New Roman"/>
          <w:lang w:val="et-EE"/>
        </w:rPr>
      </w:pPr>
      <w:r w:rsidRPr="00D04C69">
        <w:rPr>
          <w:rFonts w:ascii="Times New Roman" w:hAnsi="Times New Roman" w:cs="Times New Roman"/>
          <w:b/>
          <w:lang w:val="et-EE"/>
        </w:rPr>
        <w:t>Isikliku kasutusõiguse seadmise sisu:</w:t>
      </w:r>
      <w:r w:rsidRPr="00992E8C">
        <w:rPr>
          <w:rFonts w:ascii="Times New Roman" w:hAnsi="Times New Roman" w:cs="Times New Roman"/>
          <w:lang w:val="et-EE"/>
        </w:rPr>
        <w:t xml:space="preserve"> Kasutusõigust taotletakse </w:t>
      </w:r>
      <w:r w:rsidR="00291CEF">
        <w:rPr>
          <w:rFonts w:ascii="Times New Roman" w:hAnsi="Times New Roman" w:cs="Times New Roman"/>
          <w:lang w:val="et-EE"/>
        </w:rPr>
        <w:t xml:space="preserve">riigimaal asuva teeregistrisse kantud suure avaliku huviga Pannjärve tee nr </w:t>
      </w:r>
      <w:r w:rsidR="006F6931">
        <w:rPr>
          <w:rFonts w:ascii="Times New Roman" w:hAnsi="Times New Roman" w:cs="Times New Roman"/>
          <w:lang w:val="et-EE"/>
        </w:rPr>
        <w:t xml:space="preserve">2290015 </w:t>
      </w:r>
      <w:r w:rsidR="00F9583C">
        <w:rPr>
          <w:rFonts w:ascii="Times New Roman" w:hAnsi="Times New Roman" w:cs="Times New Roman"/>
          <w:lang w:val="et-EE"/>
        </w:rPr>
        <w:t xml:space="preserve">tervikuna </w:t>
      </w:r>
      <w:r w:rsidRPr="00992E8C">
        <w:rPr>
          <w:rFonts w:ascii="Times New Roman" w:hAnsi="Times New Roman" w:cs="Times New Roman"/>
          <w:lang w:val="et-EE"/>
        </w:rPr>
        <w:t>avalik</w:t>
      </w:r>
      <w:r w:rsidR="00291CEF">
        <w:rPr>
          <w:rFonts w:ascii="Times New Roman" w:hAnsi="Times New Roman" w:cs="Times New Roman"/>
          <w:lang w:val="et-EE"/>
        </w:rPr>
        <w:t>uks kasutamiseks määramiseks</w:t>
      </w:r>
      <w:r w:rsidR="006F6931">
        <w:rPr>
          <w:rFonts w:ascii="Times New Roman" w:hAnsi="Times New Roman" w:cs="Times New Roman"/>
          <w:lang w:val="et-EE"/>
        </w:rPr>
        <w:t xml:space="preserve">, millega </w:t>
      </w:r>
      <w:r w:rsidR="006F6931" w:rsidRPr="006F6931">
        <w:rPr>
          <w:rFonts w:ascii="Times New Roman" w:hAnsi="Times New Roman" w:cs="Times New Roman"/>
          <w:lang w:val="et-EE"/>
        </w:rPr>
        <w:t>tulevad vallale üle kõik teeomaniku kohustused, õigused ja vastutus.</w:t>
      </w:r>
      <w:r w:rsidR="006F6931">
        <w:rPr>
          <w:rFonts w:ascii="Times New Roman" w:hAnsi="Times New Roman" w:cs="Times New Roman"/>
          <w:lang w:val="et-EE"/>
        </w:rPr>
        <w:t xml:space="preserve"> Tee laius teljest on tee vasakul  pool 7 m teljest</w:t>
      </w:r>
      <w:r w:rsidR="00F61D23">
        <w:rPr>
          <w:rFonts w:ascii="Times New Roman" w:hAnsi="Times New Roman" w:cs="Times New Roman"/>
          <w:lang w:val="et-EE"/>
        </w:rPr>
        <w:t xml:space="preserve"> kuni Pannjärve Tervisespordikeskuse</w:t>
      </w:r>
      <w:r w:rsidR="00F9583C">
        <w:rPr>
          <w:rFonts w:ascii="Times New Roman" w:hAnsi="Times New Roman" w:cs="Times New Roman"/>
          <w:lang w:val="et-EE"/>
        </w:rPr>
        <w:t xml:space="preserve"> piirini</w:t>
      </w:r>
      <w:r w:rsidR="00F61D23">
        <w:rPr>
          <w:rFonts w:ascii="Times New Roman" w:hAnsi="Times New Roman" w:cs="Times New Roman"/>
          <w:lang w:val="et-EE"/>
        </w:rPr>
        <w:t>,</w:t>
      </w:r>
      <w:r w:rsidR="006F6931">
        <w:rPr>
          <w:rFonts w:ascii="Times New Roman" w:hAnsi="Times New Roman" w:cs="Times New Roman"/>
          <w:lang w:val="et-EE"/>
        </w:rPr>
        <w:t xml:space="preserve"> paremal pool ühtib taotletava ala piir </w:t>
      </w:r>
      <w:r w:rsidR="00A239A7">
        <w:rPr>
          <w:rFonts w:ascii="Times New Roman" w:hAnsi="Times New Roman" w:cs="Times New Roman"/>
          <w:lang w:val="et-EE"/>
        </w:rPr>
        <w:t>Alutaguse valla</w:t>
      </w:r>
      <w:r w:rsidR="00F9583C">
        <w:rPr>
          <w:rFonts w:ascii="Times New Roman" w:hAnsi="Times New Roman" w:cs="Times New Roman"/>
          <w:lang w:val="et-EE"/>
        </w:rPr>
        <w:t xml:space="preserve"> ja RMK vahel</w:t>
      </w:r>
      <w:r w:rsidR="00A239A7">
        <w:rPr>
          <w:rFonts w:ascii="Times New Roman" w:hAnsi="Times New Roman" w:cs="Times New Roman"/>
          <w:lang w:val="et-EE"/>
        </w:rPr>
        <w:t xml:space="preserve"> </w:t>
      </w:r>
      <w:r w:rsidR="00F61D23">
        <w:rPr>
          <w:rFonts w:ascii="Times New Roman" w:hAnsi="Times New Roman" w:cs="Times New Roman"/>
          <w:lang w:val="et-EE"/>
        </w:rPr>
        <w:t>sõlmitud notariaalne isikliku kasutusõiguse seadmise leping</w:t>
      </w:r>
      <w:r w:rsidR="00F9583C">
        <w:rPr>
          <w:rFonts w:ascii="Times New Roman" w:hAnsi="Times New Roman" w:cs="Times New Roman"/>
          <w:lang w:val="et-EE"/>
        </w:rPr>
        <w:t>uga</w:t>
      </w:r>
      <w:r w:rsidR="00F61D23">
        <w:rPr>
          <w:rFonts w:ascii="Times New Roman" w:hAnsi="Times New Roman" w:cs="Times New Roman"/>
          <w:lang w:val="et-EE"/>
        </w:rPr>
        <w:t xml:space="preserve"> </w:t>
      </w:r>
      <w:r w:rsidR="00A239A7">
        <w:rPr>
          <w:rFonts w:ascii="Times New Roman" w:hAnsi="Times New Roman" w:cs="Times New Roman"/>
          <w:lang w:val="et-EE"/>
        </w:rPr>
        <w:t>seatud jalg- ja jalgrattatee ehitamiseks vajaliku maa</w:t>
      </w:r>
      <w:r w:rsidR="009478D6">
        <w:rPr>
          <w:rFonts w:ascii="Times New Roman" w:hAnsi="Times New Roman" w:cs="Times New Roman"/>
          <w:lang w:val="et-EE"/>
        </w:rPr>
        <w:t xml:space="preserve"> piir</w:t>
      </w:r>
      <w:r w:rsidR="00F61D23">
        <w:rPr>
          <w:rFonts w:ascii="Times New Roman" w:hAnsi="Times New Roman" w:cs="Times New Roman"/>
          <w:lang w:val="et-EE"/>
        </w:rPr>
        <w:t>i</w:t>
      </w:r>
      <w:r w:rsidR="009478D6">
        <w:rPr>
          <w:rFonts w:ascii="Times New Roman" w:hAnsi="Times New Roman" w:cs="Times New Roman"/>
          <w:lang w:val="et-EE"/>
        </w:rPr>
        <w:t>ga</w:t>
      </w:r>
      <w:r w:rsidR="00F61D23">
        <w:rPr>
          <w:rFonts w:ascii="Times New Roman" w:hAnsi="Times New Roman" w:cs="Times New Roman"/>
          <w:lang w:val="et-EE"/>
        </w:rPr>
        <w:t xml:space="preserve"> kuni Pannjärve parkla katastriüksuse piirini, seejärel kulgeb katastriüksuste vahel, </w:t>
      </w:r>
      <w:r w:rsidR="00F9583C">
        <w:rPr>
          <w:rFonts w:ascii="Times New Roman" w:hAnsi="Times New Roman" w:cs="Times New Roman"/>
          <w:lang w:val="et-EE"/>
        </w:rPr>
        <w:t xml:space="preserve">pärast katastriüksuste vahelist ala </w:t>
      </w:r>
      <w:r w:rsidR="00F61D23">
        <w:rPr>
          <w:rFonts w:ascii="Times New Roman" w:hAnsi="Times New Roman" w:cs="Times New Roman"/>
          <w:lang w:val="et-EE"/>
        </w:rPr>
        <w:t xml:space="preserve"> 7 m teljest</w:t>
      </w:r>
      <w:r w:rsidR="00F9583C">
        <w:rPr>
          <w:rFonts w:ascii="Times New Roman" w:hAnsi="Times New Roman" w:cs="Times New Roman"/>
          <w:lang w:val="et-EE"/>
        </w:rPr>
        <w:t xml:space="preserve"> mõlemale poole</w:t>
      </w:r>
      <w:r w:rsidR="002F1723">
        <w:rPr>
          <w:rFonts w:ascii="Times New Roman" w:hAnsi="Times New Roman" w:cs="Times New Roman"/>
          <w:lang w:val="et-EE"/>
        </w:rPr>
        <w:t xml:space="preserve"> (Lisa 1)</w:t>
      </w:r>
    </w:p>
    <w:p w:rsidR="00DE77D1" w:rsidRPr="00992E8C" w:rsidRDefault="00DE77D1" w:rsidP="00992E8C">
      <w:pPr>
        <w:jc w:val="both"/>
        <w:rPr>
          <w:rFonts w:ascii="Times New Roman" w:hAnsi="Times New Roman" w:cs="Times New Roman"/>
          <w:lang w:val="et-EE"/>
        </w:rPr>
      </w:pPr>
    </w:p>
    <w:p w:rsidR="00291CEF" w:rsidRPr="00F40E4E" w:rsidRDefault="00291CEF" w:rsidP="00291CEF">
      <w:pPr>
        <w:jc w:val="both"/>
        <w:rPr>
          <w:rFonts w:ascii="Times New Roman" w:hAnsi="Times New Roman" w:cs="Times New Roman"/>
          <w:lang w:val="et-EE"/>
        </w:rPr>
      </w:pPr>
      <w:bookmarkStart w:id="1" w:name="_Hlk144814230"/>
      <w:r>
        <w:rPr>
          <w:rFonts w:ascii="Times New Roman" w:hAnsi="Times New Roman" w:cs="Times New Roman"/>
          <w:lang w:val="et-EE"/>
        </w:rPr>
        <w:t xml:space="preserve">Ehitusseadustiku </w:t>
      </w:r>
      <w:r w:rsidRPr="00F40E4E">
        <w:rPr>
          <w:rFonts w:ascii="Times New Roman" w:hAnsi="Times New Roman" w:cs="Times New Roman"/>
          <w:lang w:val="et-EE"/>
        </w:rPr>
        <w:t>§ 93</w:t>
      </w:r>
      <w:r>
        <w:rPr>
          <w:rFonts w:ascii="Times New Roman" w:hAnsi="Times New Roman" w:cs="Times New Roman"/>
          <w:lang w:val="et-EE"/>
        </w:rPr>
        <w:t xml:space="preserve"> järgi on m</w:t>
      </w:r>
      <w:r w:rsidRPr="00F40E4E">
        <w:rPr>
          <w:rFonts w:ascii="Times New Roman" w:hAnsi="Times New Roman" w:cs="Times New Roman"/>
          <w:lang w:val="et-EE"/>
        </w:rPr>
        <w:t>etsatee riigi omandisse jäetud maal paiknev valdavalt riigimetsa majandamiseks kasutatav tee. Metsateed võib kasutada igaüks, kui riigimetsa majandamist korraldav isik või riigiasutus ei ole metsateed või selle osa sulgenud või metsateel liiklust piiranud.</w:t>
      </w:r>
    </w:p>
    <w:p w:rsidR="00291CEF" w:rsidRDefault="00291CEF" w:rsidP="00291CEF">
      <w:pPr>
        <w:jc w:val="both"/>
        <w:rPr>
          <w:rFonts w:ascii="Times New Roman" w:hAnsi="Times New Roman" w:cs="Times New Roman"/>
          <w:lang w:val="et-EE"/>
        </w:rPr>
      </w:pPr>
      <w:r>
        <w:rPr>
          <w:rFonts w:ascii="Times New Roman" w:hAnsi="Times New Roman" w:cs="Times New Roman"/>
          <w:lang w:val="et-EE"/>
        </w:rPr>
        <w:t>Sama § lõike 2 alusel on r</w:t>
      </w:r>
      <w:r w:rsidRPr="00F40E4E">
        <w:rPr>
          <w:rFonts w:ascii="Times New Roman" w:hAnsi="Times New Roman" w:cs="Times New Roman"/>
          <w:lang w:val="et-EE"/>
        </w:rPr>
        <w:t>iigimetsa majandamist korraldaval isikul või riigiasutusel õigus vajaduse korral sõlmida kokkuleppeid metsatee kasutamiseks ja korrashoiu korraldamiseks.</w:t>
      </w:r>
    </w:p>
    <w:bookmarkEnd w:id="1"/>
    <w:p w:rsidR="00992E8C" w:rsidRDefault="00291CEF" w:rsidP="00291CEF">
      <w:pPr>
        <w:jc w:val="both"/>
        <w:rPr>
          <w:rFonts w:ascii="Times New Roman" w:hAnsi="Times New Roman" w:cs="Times New Roman"/>
          <w:lang w:val="et-EE"/>
        </w:rPr>
      </w:pPr>
      <w:r w:rsidRPr="00792502">
        <w:rPr>
          <w:rFonts w:ascii="Times New Roman" w:hAnsi="Times New Roman" w:cs="Times New Roman"/>
          <w:lang w:val="et-EE"/>
        </w:rPr>
        <w:t>Ehitusseadustiku § 94 lõike 1 kohaselt määrab tee avalikuks kasutamiseks tee asukoha kohalik omavalitsus</w:t>
      </w:r>
      <w:r w:rsidR="00F61D23">
        <w:rPr>
          <w:rFonts w:ascii="Times New Roman" w:hAnsi="Times New Roman" w:cs="Times New Roman"/>
          <w:lang w:val="et-EE"/>
        </w:rPr>
        <w:t>.</w:t>
      </w:r>
    </w:p>
    <w:p w:rsidR="00DE77D1" w:rsidRPr="00992E8C" w:rsidRDefault="00DE77D1" w:rsidP="00291CEF">
      <w:pPr>
        <w:jc w:val="both"/>
        <w:rPr>
          <w:rFonts w:ascii="Times New Roman" w:hAnsi="Times New Roman" w:cs="Times New Roman"/>
          <w:lang w:val="et-EE"/>
        </w:rPr>
      </w:pPr>
    </w:p>
    <w:p w:rsidR="00992E8C" w:rsidRPr="00992E8C" w:rsidRDefault="00992E8C" w:rsidP="00992E8C">
      <w:pPr>
        <w:jc w:val="both"/>
        <w:rPr>
          <w:rFonts w:ascii="Times New Roman" w:hAnsi="Times New Roman" w:cs="Times New Roman"/>
          <w:lang w:val="et-EE"/>
        </w:rPr>
      </w:pPr>
      <w:r w:rsidRPr="00992E8C">
        <w:rPr>
          <w:rFonts w:ascii="Times New Roman" w:hAnsi="Times New Roman" w:cs="Times New Roman"/>
          <w:lang w:val="et-EE"/>
        </w:rPr>
        <w:t>Alutaguse vallavalitsus taotleb isikliku kasutusõiguse seadmist tasuta ja tähtajatuna.</w:t>
      </w:r>
    </w:p>
    <w:p w:rsidR="00992E8C" w:rsidRDefault="00992E8C" w:rsidP="00992E8C">
      <w:pPr>
        <w:jc w:val="both"/>
        <w:rPr>
          <w:rFonts w:ascii="Times New Roman" w:hAnsi="Times New Roman" w:cs="Times New Roman"/>
          <w:lang w:val="et-EE"/>
        </w:rPr>
      </w:pPr>
    </w:p>
    <w:p w:rsidR="00DE77D1" w:rsidRDefault="00DE77D1" w:rsidP="00992E8C">
      <w:pPr>
        <w:jc w:val="both"/>
        <w:rPr>
          <w:rFonts w:ascii="Times New Roman" w:hAnsi="Times New Roman" w:cs="Times New Roman"/>
          <w:lang w:val="et-EE"/>
        </w:rPr>
      </w:pPr>
    </w:p>
    <w:p w:rsidR="00DE77D1" w:rsidRDefault="00DE77D1" w:rsidP="00992E8C">
      <w:pPr>
        <w:jc w:val="both"/>
        <w:rPr>
          <w:rFonts w:ascii="Times New Roman" w:hAnsi="Times New Roman" w:cs="Times New Roman"/>
          <w:lang w:val="et-EE"/>
        </w:rPr>
      </w:pPr>
    </w:p>
    <w:p w:rsidR="00DE77D1" w:rsidRDefault="00DE77D1" w:rsidP="00992E8C">
      <w:pPr>
        <w:jc w:val="both"/>
        <w:rPr>
          <w:rFonts w:ascii="Times New Roman" w:hAnsi="Times New Roman" w:cs="Times New Roman"/>
          <w:lang w:val="et-EE"/>
        </w:rPr>
      </w:pPr>
    </w:p>
    <w:p w:rsidR="00DE77D1" w:rsidRPr="00992E8C" w:rsidRDefault="00DE77D1" w:rsidP="00992E8C">
      <w:pPr>
        <w:jc w:val="both"/>
        <w:rPr>
          <w:rFonts w:ascii="Times New Roman" w:hAnsi="Times New Roman" w:cs="Times New Roman"/>
          <w:lang w:val="et-EE"/>
        </w:rPr>
      </w:pPr>
    </w:p>
    <w:p w:rsidR="00DE77D1" w:rsidRDefault="00DE77D1" w:rsidP="00992E8C">
      <w:pPr>
        <w:jc w:val="both"/>
        <w:rPr>
          <w:rFonts w:ascii="Times New Roman" w:hAnsi="Times New Roman" w:cs="Times New Roman"/>
          <w:lang w:val="et-EE"/>
        </w:rPr>
      </w:pPr>
    </w:p>
    <w:p w:rsidR="000D52B5" w:rsidRDefault="00992E8C" w:rsidP="00992E8C">
      <w:pPr>
        <w:jc w:val="both"/>
        <w:rPr>
          <w:rFonts w:ascii="Times New Roman" w:hAnsi="Times New Roman" w:cs="Times New Roman"/>
          <w:lang w:val="et-EE"/>
        </w:rPr>
      </w:pPr>
      <w:r w:rsidRPr="00992E8C">
        <w:rPr>
          <w:rFonts w:ascii="Times New Roman" w:hAnsi="Times New Roman" w:cs="Times New Roman"/>
          <w:lang w:val="et-EE"/>
        </w:rPr>
        <w:t xml:space="preserve">Alutaguse vallavalitsus kannab notariaalse isikliku kasutusõiguse seadmise lepingu sõlmimisega seotud kulud.  </w:t>
      </w:r>
      <w:r w:rsidRPr="00992E8C">
        <w:rPr>
          <w:rFonts w:ascii="Times New Roman" w:hAnsi="Times New Roman" w:cs="Times New Roman"/>
          <w:lang w:val="et-EE"/>
        </w:rPr>
        <w:cr/>
      </w:r>
    </w:p>
    <w:p w:rsidR="00704AE9" w:rsidRDefault="00704AE9" w:rsidP="005B2CF7">
      <w:pPr>
        <w:jc w:val="both"/>
        <w:rPr>
          <w:rFonts w:ascii="Times New Roman" w:hAnsi="Times New Roman" w:cs="Times New Roman"/>
          <w:lang w:val="et-EE"/>
        </w:rPr>
      </w:pPr>
    </w:p>
    <w:bookmarkEnd w:id="0"/>
    <w:p w:rsidR="002C35A0" w:rsidRDefault="002C35A0" w:rsidP="005B2CF7">
      <w:pPr>
        <w:jc w:val="both"/>
        <w:rPr>
          <w:rFonts w:ascii="Times New Roman" w:hAnsi="Times New Roman" w:cs="Times New Roman"/>
          <w:lang w:val="et-EE"/>
        </w:rPr>
      </w:pPr>
    </w:p>
    <w:p w:rsidR="00A35D0E" w:rsidRDefault="00A35D0E" w:rsidP="00962798">
      <w:pPr>
        <w:rPr>
          <w:rFonts w:ascii="Times New Roman" w:hAnsi="Times New Roman" w:cs="Times New Roman"/>
        </w:rPr>
      </w:pPr>
    </w:p>
    <w:p w:rsidR="00D14C94" w:rsidRDefault="00962798" w:rsidP="00962798">
      <w:pPr>
        <w:rPr>
          <w:rFonts w:ascii="Times New Roman" w:hAnsi="Times New Roman" w:cs="Times New Roman"/>
        </w:rPr>
      </w:pPr>
      <w:proofErr w:type="spellStart"/>
      <w:r w:rsidRPr="002408B4">
        <w:rPr>
          <w:rFonts w:ascii="Times New Roman" w:hAnsi="Times New Roman" w:cs="Times New Roman"/>
        </w:rPr>
        <w:t>Lugupidamisega</w:t>
      </w:r>
      <w:proofErr w:type="spellEnd"/>
    </w:p>
    <w:p w:rsidR="00DE77D1" w:rsidRDefault="00DE77D1" w:rsidP="00962798">
      <w:pPr>
        <w:rPr>
          <w:rFonts w:ascii="Times New Roman" w:hAnsi="Times New Roman" w:cs="Times New Roman"/>
        </w:rPr>
      </w:pPr>
    </w:p>
    <w:p w:rsidR="00A35D0E" w:rsidRDefault="00A35D0E" w:rsidP="00962798">
      <w:pPr>
        <w:rPr>
          <w:rFonts w:ascii="Times New Roman" w:hAnsi="Times New Roman" w:cs="Times New Roman"/>
        </w:rPr>
      </w:pPr>
    </w:p>
    <w:p w:rsidR="00A35D0E" w:rsidRDefault="00A35D0E" w:rsidP="00962798">
      <w:pPr>
        <w:rPr>
          <w:rFonts w:ascii="Times New Roman" w:hAnsi="Times New Roman" w:cs="Times New Roman"/>
        </w:rPr>
      </w:pPr>
    </w:p>
    <w:p w:rsidR="00962798" w:rsidRPr="00D14C94" w:rsidRDefault="00962798" w:rsidP="00962798">
      <w:pPr>
        <w:rPr>
          <w:rFonts w:ascii="Times New Roman" w:hAnsi="Times New Roman" w:cs="Times New Roman"/>
          <w:i/>
        </w:rPr>
      </w:pPr>
    </w:p>
    <w:p w:rsidR="00962798" w:rsidRPr="002408B4" w:rsidRDefault="00171E9F" w:rsidP="00962798">
      <w:pPr>
        <w:rPr>
          <w:rFonts w:ascii="Times New Roman" w:hAnsi="Times New Roman" w:cs="Times New Roman"/>
          <w:i/>
        </w:rPr>
      </w:pPr>
      <w:r>
        <w:rPr>
          <w:rFonts w:ascii="Times New Roman" w:hAnsi="Times New Roman" w:cs="Times New Roman"/>
          <w:i/>
        </w:rPr>
        <w:t>/</w:t>
      </w:r>
      <w:proofErr w:type="spellStart"/>
      <w:r>
        <w:rPr>
          <w:rFonts w:ascii="Times New Roman" w:hAnsi="Times New Roman" w:cs="Times New Roman"/>
          <w:i/>
        </w:rPr>
        <w:t>allkirjastatud</w:t>
      </w:r>
      <w:proofErr w:type="spellEnd"/>
      <w:r>
        <w:rPr>
          <w:rFonts w:ascii="Times New Roman" w:hAnsi="Times New Roman" w:cs="Times New Roman"/>
          <w:i/>
        </w:rPr>
        <w:t xml:space="preserve"> </w:t>
      </w:r>
      <w:proofErr w:type="spellStart"/>
      <w:r>
        <w:rPr>
          <w:rFonts w:ascii="Times New Roman" w:hAnsi="Times New Roman" w:cs="Times New Roman"/>
          <w:i/>
        </w:rPr>
        <w:t>digitaalselt</w:t>
      </w:r>
      <w:proofErr w:type="spellEnd"/>
    </w:p>
    <w:p w:rsidR="00154027" w:rsidRDefault="00154027" w:rsidP="00962798">
      <w:pPr>
        <w:rPr>
          <w:rFonts w:ascii="Times New Roman" w:hAnsi="Times New Roman" w:cs="Times New Roman"/>
        </w:rPr>
      </w:pPr>
    </w:p>
    <w:p w:rsidR="007E5778" w:rsidRDefault="005B2CF7" w:rsidP="00962798">
      <w:pPr>
        <w:rPr>
          <w:rFonts w:ascii="Times New Roman" w:hAnsi="Times New Roman" w:cs="Times New Roman"/>
        </w:rPr>
      </w:pPr>
      <w:proofErr w:type="spellStart"/>
      <w:r>
        <w:rPr>
          <w:rFonts w:ascii="Times New Roman" w:hAnsi="Times New Roman" w:cs="Times New Roman"/>
        </w:rPr>
        <w:t>Tauno</w:t>
      </w:r>
      <w:proofErr w:type="spellEnd"/>
      <w:r>
        <w:rPr>
          <w:rFonts w:ascii="Times New Roman" w:hAnsi="Times New Roman" w:cs="Times New Roman"/>
        </w:rPr>
        <w:t xml:space="preserve"> </w:t>
      </w:r>
      <w:proofErr w:type="spellStart"/>
      <w:r>
        <w:rPr>
          <w:rFonts w:ascii="Times New Roman" w:hAnsi="Times New Roman" w:cs="Times New Roman"/>
        </w:rPr>
        <w:t>Võhmar</w:t>
      </w:r>
      <w:proofErr w:type="spellEnd"/>
    </w:p>
    <w:p w:rsidR="007E5778" w:rsidRDefault="001E6D32" w:rsidP="00962798">
      <w:pPr>
        <w:rPr>
          <w:rFonts w:ascii="Times New Roman" w:hAnsi="Times New Roman" w:cs="Times New Roman"/>
        </w:rPr>
      </w:pPr>
      <w:proofErr w:type="spellStart"/>
      <w:r>
        <w:rPr>
          <w:rFonts w:ascii="Times New Roman" w:hAnsi="Times New Roman" w:cs="Times New Roman"/>
        </w:rPr>
        <w:t>vallavanem</w:t>
      </w:r>
      <w:proofErr w:type="spellEnd"/>
    </w:p>
    <w:p w:rsidR="007E5778" w:rsidRDefault="007E5778" w:rsidP="00962798">
      <w:pPr>
        <w:rPr>
          <w:rFonts w:ascii="Times New Roman" w:hAnsi="Times New Roman" w:cs="Times New Roman"/>
        </w:rPr>
      </w:pPr>
    </w:p>
    <w:p w:rsidR="00CC4C49" w:rsidRDefault="00CC4C49" w:rsidP="00962798">
      <w:pPr>
        <w:rPr>
          <w:rFonts w:ascii="Times New Roman" w:hAnsi="Times New Roman" w:cs="Times New Roman"/>
        </w:rPr>
      </w:pPr>
    </w:p>
    <w:p w:rsidR="00202FFB" w:rsidRDefault="00202FFB" w:rsidP="00962798">
      <w:pPr>
        <w:rPr>
          <w:rFonts w:ascii="Times New Roman" w:hAnsi="Times New Roman" w:cs="Times New Roman"/>
        </w:rPr>
      </w:pPr>
    </w:p>
    <w:p w:rsidR="00DD3086" w:rsidRDefault="00DD3086" w:rsidP="00962798">
      <w:pPr>
        <w:rPr>
          <w:rFonts w:ascii="Times New Roman" w:hAnsi="Times New Roman" w:cs="Times New Roman"/>
        </w:rPr>
      </w:pPr>
    </w:p>
    <w:p w:rsidR="00DD3086" w:rsidRPr="00D24F90" w:rsidRDefault="00596D72" w:rsidP="00962798">
      <w:pPr>
        <w:rPr>
          <w:rFonts w:ascii="Times New Roman" w:hAnsi="Times New Roman" w:cs="Times New Roman"/>
          <w:lang w:val="et-EE"/>
        </w:rPr>
      </w:pPr>
      <w:r>
        <w:rPr>
          <w:rFonts w:ascii="Times New Roman" w:hAnsi="Times New Roman" w:cs="Times New Roman"/>
          <w:lang w:val="et-EE"/>
        </w:rPr>
        <w:t>Lisa: asendiskeem</w:t>
      </w:r>
      <w:bookmarkStart w:id="2" w:name="_GoBack"/>
      <w:bookmarkEnd w:id="2"/>
    </w:p>
    <w:sectPr w:rsidR="00DD3086" w:rsidRPr="00D24F90" w:rsidSect="00F72E98">
      <w:headerReference w:type="default" r:id="rId7"/>
      <w:footerReference w:type="default" r:id="rId8"/>
      <w:headerReference w:type="first" r:id="rId9"/>
      <w:footerReference w:type="first" r:id="rId10"/>
      <w:pgSz w:w="11900" w:h="16840"/>
      <w:pgMar w:top="142" w:right="680" w:bottom="142" w:left="1701" w:header="624"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3A56" w:rsidRDefault="008C3A56" w:rsidP="00482722">
      <w:r>
        <w:separator/>
      </w:r>
    </w:p>
  </w:endnote>
  <w:endnote w:type="continuationSeparator" w:id="0">
    <w:p w:rsidR="008C3A56" w:rsidRDefault="008C3A56" w:rsidP="004827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pectral">
    <w:altName w:val="Calibri"/>
    <w:charset w:val="00"/>
    <w:family w:val="auto"/>
    <w:pitch w:val="variable"/>
    <w:sig w:usb0="E000027F" w:usb1="4000E43B" w:usb2="00000000" w:usb3="00000000" w:csb0="00000197"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97049356"/>
      <w:docPartObj>
        <w:docPartGallery w:val="Page Numbers (Bottom of Page)"/>
        <w:docPartUnique/>
      </w:docPartObj>
    </w:sdtPr>
    <w:sdtEndPr/>
    <w:sdtContent>
      <w:p w:rsidR="00962798" w:rsidRDefault="00962798">
        <w:pPr>
          <w:pStyle w:val="Jalus"/>
          <w:jc w:val="center"/>
        </w:pPr>
        <w:r>
          <w:fldChar w:fldCharType="begin"/>
        </w:r>
        <w:r>
          <w:instrText>PAGE   \* MERGEFORMAT</w:instrText>
        </w:r>
        <w:r>
          <w:fldChar w:fldCharType="separate"/>
        </w:r>
        <w:r w:rsidR="004158C6" w:rsidRPr="004158C6">
          <w:rPr>
            <w:noProof/>
            <w:lang w:val="et-EE"/>
          </w:rPr>
          <w:t>2</w:t>
        </w:r>
        <w:r>
          <w:fldChar w:fldCharType="end"/>
        </w:r>
      </w:p>
    </w:sdtContent>
  </w:sdt>
  <w:p w:rsidR="00962798" w:rsidRDefault="00962798">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2798" w:rsidRDefault="00962798" w:rsidP="00962798">
    <w:pPr>
      <w:pStyle w:val="Jalus"/>
      <w:tabs>
        <w:tab w:val="clear" w:pos="4680"/>
        <w:tab w:val="clear" w:pos="9360"/>
        <w:tab w:val="left" w:pos="1344"/>
      </w:tabs>
    </w:pPr>
    <w:r>
      <w:tab/>
    </w:r>
  </w:p>
  <w:tbl>
    <w:tblPr>
      <w:tblW w:w="0" w:type="auto"/>
      <w:tblBorders>
        <w:top w:val="single" w:sz="4" w:space="0" w:color="auto"/>
      </w:tblBorders>
      <w:tblLayout w:type="fixed"/>
      <w:tblLook w:val="01E0" w:firstRow="1" w:lastRow="1" w:firstColumn="1" w:lastColumn="1" w:noHBand="0" w:noVBand="0"/>
    </w:tblPr>
    <w:tblGrid>
      <w:gridCol w:w="3794"/>
      <w:gridCol w:w="3118"/>
      <w:gridCol w:w="2830"/>
    </w:tblGrid>
    <w:tr w:rsidR="00962798" w:rsidRPr="00EF1066" w:rsidTr="008E6B81">
      <w:trPr>
        <w:trHeight w:val="284"/>
      </w:trPr>
      <w:tc>
        <w:tcPr>
          <w:tcW w:w="3794" w:type="dxa"/>
        </w:tcPr>
        <w:p w:rsidR="00962798" w:rsidRPr="00EF1066" w:rsidRDefault="00962798" w:rsidP="00962798">
          <w:pPr>
            <w:tabs>
              <w:tab w:val="center" w:pos="4153"/>
              <w:tab w:val="right" w:pos="8306"/>
            </w:tabs>
            <w:rPr>
              <w:rFonts w:ascii="Times New Roman" w:eastAsia="Times New Roman" w:hAnsi="Times New Roman" w:cs="Times New Roman"/>
              <w:sz w:val="20"/>
              <w:szCs w:val="20"/>
              <w:lang w:val="et-EE" w:eastAsia="et-EE"/>
            </w:rPr>
          </w:pPr>
        </w:p>
        <w:p w:rsidR="00962798" w:rsidRPr="00EF1066" w:rsidRDefault="00962798" w:rsidP="00962798">
          <w:pPr>
            <w:tabs>
              <w:tab w:val="center" w:pos="4153"/>
              <w:tab w:val="right" w:pos="8306"/>
            </w:tabs>
            <w:rPr>
              <w:rFonts w:ascii="Times New Roman" w:eastAsia="Times New Roman" w:hAnsi="Times New Roman" w:cs="Times New Roman"/>
              <w:sz w:val="20"/>
              <w:szCs w:val="20"/>
              <w:lang w:val="et-EE" w:eastAsia="et-EE"/>
            </w:rPr>
          </w:pPr>
          <w:r w:rsidRPr="00EF1066">
            <w:rPr>
              <w:rFonts w:ascii="Times New Roman" w:eastAsia="Times New Roman" w:hAnsi="Times New Roman" w:cs="Times New Roman"/>
              <w:sz w:val="20"/>
              <w:szCs w:val="20"/>
              <w:lang w:val="et-EE" w:eastAsia="et-EE"/>
            </w:rPr>
            <w:t>Tartu mnt 56 Iisaku alevik</w:t>
          </w:r>
        </w:p>
        <w:p w:rsidR="00962798" w:rsidRPr="00EF1066" w:rsidRDefault="00962798" w:rsidP="00962798">
          <w:pPr>
            <w:tabs>
              <w:tab w:val="center" w:pos="4153"/>
              <w:tab w:val="right" w:pos="8306"/>
            </w:tabs>
            <w:rPr>
              <w:rFonts w:ascii="Times New Roman" w:eastAsia="Times New Roman" w:hAnsi="Times New Roman" w:cs="Times New Roman"/>
              <w:sz w:val="20"/>
              <w:szCs w:val="20"/>
              <w:lang w:val="et-EE" w:eastAsia="et-EE"/>
            </w:rPr>
          </w:pPr>
          <w:r w:rsidRPr="00EF1066">
            <w:rPr>
              <w:rFonts w:ascii="Times New Roman" w:eastAsia="Times New Roman" w:hAnsi="Times New Roman" w:cs="Times New Roman"/>
              <w:sz w:val="20"/>
              <w:szCs w:val="20"/>
              <w:lang w:val="et-EE" w:eastAsia="et-EE"/>
            </w:rPr>
            <w:t>Alutaguse vald</w:t>
          </w:r>
        </w:p>
        <w:p w:rsidR="00962798" w:rsidRPr="00EF1066" w:rsidRDefault="00962798" w:rsidP="00962798">
          <w:pPr>
            <w:tabs>
              <w:tab w:val="center" w:pos="4153"/>
              <w:tab w:val="right" w:pos="8306"/>
            </w:tabs>
            <w:rPr>
              <w:rFonts w:ascii="Times New Roman" w:eastAsia="Times New Roman" w:hAnsi="Times New Roman" w:cs="Times New Roman"/>
              <w:sz w:val="20"/>
              <w:szCs w:val="20"/>
              <w:lang w:val="et-EE" w:eastAsia="et-EE"/>
            </w:rPr>
          </w:pPr>
          <w:r w:rsidRPr="00EF1066">
            <w:rPr>
              <w:rFonts w:ascii="Times New Roman" w:eastAsia="Times New Roman" w:hAnsi="Times New Roman" w:cs="Times New Roman"/>
              <w:sz w:val="20"/>
              <w:szCs w:val="20"/>
              <w:lang w:val="et-EE" w:eastAsia="et-EE"/>
            </w:rPr>
            <w:t>41101 Ida-Virumaa</w:t>
          </w:r>
        </w:p>
      </w:tc>
      <w:tc>
        <w:tcPr>
          <w:tcW w:w="3118" w:type="dxa"/>
        </w:tcPr>
        <w:p w:rsidR="00962798" w:rsidRPr="00EF1066" w:rsidRDefault="00962798" w:rsidP="00962798">
          <w:pPr>
            <w:tabs>
              <w:tab w:val="center" w:pos="4153"/>
              <w:tab w:val="right" w:pos="8306"/>
            </w:tabs>
            <w:rPr>
              <w:rFonts w:ascii="Times New Roman" w:eastAsia="Times New Roman" w:hAnsi="Times New Roman" w:cs="Times New Roman"/>
              <w:sz w:val="20"/>
              <w:szCs w:val="20"/>
              <w:lang w:val="et-EE" w:eastAsia="et-EE"/>
            </w:rPr>
          </w:pPr>
        </w:p>
        <w:p w:rsidR="00962798" w:rsidRPr="00EF1066" w:rsidRDefault="00962798" w:rsidP="00962798">
          <w:pPr>
            <w:tabs>
              <w:tab w:val="center" w:pos="4153"/>
              <w:tab w:val="right" w:pos="8306"/>
            </w:tabs>
            <w:rPr>
              <w:rFonts w:ascii="Times New Roman" w:eastAsia="Times New Roman" w:hAnsi="Times New Roman" w:cs="Times New Roman"/>
              <w:sz w:val="20"/>
              <w:szCs w:val="20"/>
              <w:lang w:val="et-EE" w:eastAsia="et-EE"/>
            </w:rPr>
          </w:pPr>
          <w:r w:rsidRPr="00EF1066">
            <w:rPr>
              <w:rFonts w:ascii="Times New Roman" w:eastAsia="Times New Roman" w:hAnsi="Times New Roman" w:cs="Times New Roman"/>
              <w:sz w:val="20"/>
              <w:szCs w:val="20"/>
              <w:lang w:val="et-EE" w:eastAsia="et-EE"/>
            </w:rPr>
            <w:t>Tel:   3 366 901</w:t>
          </w:r>
        </w:p>
        <w:p w:rsidR="00962798" w:rsidRPr="00EF1066" w:rsidRDefault="00962798" w:rsidP="00962798">
          <w:pPr>
            <w:tabs>
              <w:tab w:val="center" w:pos="4153"/>
              <w:tab w:val="right" w:pos="8306"/>
            </w:tabs>
            <w:rPr>
              <w:rFonts w:ascii="Times New Roman" w:eastAsia="Times New Roman" w:hAnsi="Times New Roman" w:cs="Times New Roman"/>
              <w:sz w:val="20"/>
              <w:szCs w:val="20"/>
              <w:lang w:val="et-EE" w:eastAsia="et-EE"/>
            </w:rPr>
          </w:pPr>
          <w:r w:rsidRPr="00EF1066">
            <w:rPr>
              <w:rFonts w:ascii="Times New Roman" w:eastAsia="Times New Roman" w:hAnsi="Times New Roman" w:cs="Times New Roman"/>
              <w:sz w:val="20"/>
              <w:szCs w:val="20"/>
              <w:lang w:val="et-EE" w:eastAsia="et-EE"/>
            </w:rPr>
            <w:t xml:space="preserve">E-post: </w:t>
          </w:r>
          <w:hyperlink r:id="rId1" w:history="1">
            <w:r w:rsidRPr="00EF1066">
              <w:rPr>
                <w:rFonts w:ascii="Times New Roman" w:eastAsia="Times New Roman" w:hAnsi="Times New Roman" w:cs="Times New Roman"/>
                <w:color w:val="0000FF"/>
                <w:sz w:val="20"/>
                <w:szCs w:val="20"/>
                <w:u w:val="single"/>
                <w:lang w:val="et-EE" w:eastAsia="et-EE"/>
              </w:rPr>
              <w:t>info@alutagusevald.ee</w:t>
            </w:r>
          </w:hyperlink>
          <w:r w:rsidRPr="00EF1066">
            <w:rPr>
              <w:rFonts w:ascii="Times New Roman" w:eastAsia="Times New Roman" w:hAnsi="Times New Roman" w:cs="Times New Roman"/>
              <w:sz w:val="20"/>
              <w:szCs w:val="20"/>
              <w:lang w:val="et-EE" w:eastAsia="et-EE"/>
            </w:rPr>
            <w:t xml:space="preserve"> </w:t>
          </w:r>
        </w:p>
        <w:p w:rsidR="00962798" w:rsidRPr="00EF1066" w:rsidRDefault="00962798" w:rsidP="00962798">
          <w:pPr>
            <w:tabs>
              <w:tab w:val="center" w:pos="4153"/>
              <w:tab w:val="right" w:pos="8306"/>
            </w:tabs>
            <w:rPr>
              <w:rFonts w:ascii="Times New Roman" w:eastAsia="Times New Roman" w:hAnsi="Times New Roman" w:cs="Times New Roman"/>
              <w:sz w:val="20"/>
              <w:szCs w:val="20"/>
              <w:lang w:val="et-EE" w:eastAsia="et-EE"/>
            </w:rPr>
          </w:pPr>
        </w:p>
      </w:tc>
      <w:tc>
        <w:tcPr>
          <w:tcW w:w="2830" w:type="dxa"/>
        </w:tcPr>
        <w:p w:rsidR="00962798" w:rsidRPr="00EF1066" w:rsidRDefault="00962798" w:rsidP="00962798">
          <w:pPr>
            <w:tabs>
              <w:tab w:val="center" w:pos="4153"/>
              <w:tab w:val="right" w:pos="8306"/>
            </w:tabs>
            <w:rPr>
              <w:rFonts w:ascii="Times New Roman" w:eastAsia="Times New Roman" w:hAnsi="Times New Roman" w:cs="Times New Roman"/>
              <w:sz w:val="20"/>
              <w:szCs w:val="20"/>
              <w:lang w:val="et-EE" w:eastAsia="et-EE"/>
            </w:rPr>
          </w:pPr>
        </w:p>
        <w:p w:rsidR="00962798" w:rsidRPr="00EF1066" w:rsidRDefault="00962798" w:rsidP="00962798">
          <w:pPr>
            <w:tabs>
              <w:tab w:val="center" w:pos="4153"/>
              <w:tab w:val="right" w:pos="8306"/>
            </w:tabs>
            <w:rPr>
              <w:rFonts w:ascii="Times New Roman" w:eastAsia="Times New Roman" w:hAnsi="Times New Roman" w:cs="Times New Roman"/>
              <w:sz w:val="20"/>
              <w:szCs w:val="20"/>
              <w:lang w:val="et-EE" w:eastAsia="et-EE"/>
            </w:rPr>
          </w:pPr>
          <w:proofErr w:type="spellStart"/>
          <w:r w:rsidRPr="00EF1066">
            <w:rPr>
              <w:rFonts w:ascii="Times New Roman" w:eastAsia="Times New Roman" w:hAnsi="Times New Roman" w:cs="Times New Roman"/>
              <w:sz w:val="20"/>
              <w:szCs w:val="20"/>
              <w:lang w:val="et-EE" w:eastAsia="et-EE"/>
            </w:rPr>
            <w:t>Reg</w:t>
          </w:r>
          <w:proofErr w:type="spellEnd"/>
          <w:r w:rsidRPr="00EF1066">
            <w:rPr>
              <w:rFonts w:ascii="Times New Roman" w:eastAsia="Times New Roman" w:hAnsi="Times New Roman" w:cs="Times New Roman"/>
              <w:sz w:val="20"/>
              <w:szCs w:val="20"/>
              <w:lang w:val="et-EE" w:eastAsia="et-EE"/>
            </w:rPr>
            <w:t>. nr: 77000281</w:t>
          </w:r>
        </w:p>
        <w:p w:rsidR="00962798" w:rsidRPr="00EF1066" w:rsidRDefault="00962798" w:rsidP="00962798">
          <w:pPr>
            <w:tabs>
              <w:tab w:val="center" w:pos="4153"/>
              <w:tab w:val="right" w:pos="8306"/>
            </w:tabs>
            <w:rPr>
              <w:rFonts w:ascii="Times New Roman" w:eastAsia="Times New Roman" w:hAnsi="Times New Roman" w:cs="Times New Roman"/>
              <w:sz w:val="20"/>
              <w:szCs w:val="20"/>
              <w:lang w:val="et-EE" w:eastAsia="et-EE"/>
            </w:rPr>
          </w:pPr>
          <w:r w:rsidRPr="00EF1066">
            <w:rPr>
              <w:rFonts w:ascii="Times New Roman" w:eastAsia="Times New Roman" w:hAnsi="Times New Roman" w:cs="Times New Roman"/>
              <w:sz w:val="20"/>
              <w:szCs w:val="20"/>
              <w:lang w:val="et-EE" w:eastAsia="et-EE"/>
            </w:rPr>
            <w:t>a/a: EE882200221068420618 Swedbank</w:t>
          </w:r>
        </w:p>
      </w:tc>
    </w:tr>
  </w:tbl>
  <w:p w:rsidR="00A23642" w:rsidRDefault="00A23642" w:rsidP="00962798">
    <w:pPr>
      <w:pStyle w:val="Jalus"/>
      <w:tabs>
        <w:tab w:val="clear" w:pos="4680"/>
        <w:tab w:val="clear" w:pos="9360"/>
        <w:tab w:val="left" w:pos="1344"/>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3A56" w:rsidRDefault="008C3A56" w:rsidP="00482722">
      <w:r>
        <w:separator/>
      </w:r>
    </w:p>
  </w:footnote>
  <w:footnote w:type="continuationSeparator" w:id="0">
    <w:p w:rsidR="008C3A56" w:rsidRDefault="008C3A56" w:rsidP="004827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2722" w:rsidRDefault="00482722">
    <w:pPr>
      <w:pStyle w:val="Pis"/>
    </w:pPr>
    <w:r>
      <w:ptab w:relativeTo="margin" w:alignment="center" w:leader="none"/>
    </w:r>
    <w:r>
      <w:ptab w:relativeTo="margin" w:alignment="right" w:leader="none"/>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3642" w:rsidRDefault="00962798">
    <w:pPr>
      <w:pStyle w:val="Pis"/>
    </w:pPr>
    <w:r>
      <w:rPr>
        <w:noProof/>
        <w:lang w:val="et-EE" w:eastAsia="et-EE"/>
      </w:rPr>
      <w:drawing>
        <wp:inline distT="0" distB="0" distL="0" distR="0" wp14:anchorId="6EAC50C8">
          <wp:extent cx="1798320" cy="615950"/>
          <wp:effectExtent l="0" t="0" r="0"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8320" cy="615950"/>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1066"/>
    <w:rsid w:val="00025921"/>
    <w:rsid w:val="00027F52"/>
    <w:rsid w:val="000348A6"/>
    <w:rsid w:val="000354C8"/>
    <w:rsid w:val="000428AA"/>
    <w:rsid w:val="00050605"/>
    <w:rsid w:val="00050EE9"/>
    <w:rsid w:val="000519E0"/>
    <w:rsid w:val="0005706B"/>
    <w:rsid w:val="00061CB0"/>
    <w:rsid w:val="000758F6"/>
    <w:rsid w:val="00091F89"/>
    <w:rsid w:val="000A419F"/>
    <w:rsid w:val="000B4A83"/>
    <w:rsid w:val="000B7795"/>
    <w:rsid w:val="000C426F"/>
    <w:rsid w:val="000D52B5"/>
    <w:rsid w:val="000D5E90"/>
    <w:rsid w:val="000D6629"/>
    <w:rsid w:val="000E48B0"/>
    <w:rsid w:val="000F0D73"/>
    <w:rsid w:val="000F2BDD"/>
    <w:rsid w:val="000F3B18"/>
    <w:rsid w:val="001016F3"/>
    <w:rsid w:val="00121E79"/>
    <w:rsid w:val="001268C1"/>
    <w:rsid w:val="0012765F"/>
    <w:rsid w:val="00135D0E"/>
    <w:rsid w:val="00140B71"/>
    <w:rsid w:val="00140C73"/>
    <w:rsid w:val="0014110E"/>
    <w:rsid w:val="001537C0"/>
    <w:rsid w:val="00154027"/>
    <w:rsid w:val="00157887"/>
    <w:rsid w:val="00165CA1"/>
    <w:rsid w:val="00171E9F"/>
    <w:rsid w:val="00185B0D"/>
    <w:rsid w:val="001932F5"/>
    <w:rsid w:val="001B58AC"/>
    <w:rsid w:val="001E4AF1"/>
    <w:rsid w:val="001E6D32"/>
    <w:rsid w:val="001F1423"/>
    <w:rsid w:val="001F1F04"/>
    <w:rsid w:val="001F2A6D"/>
    <w:rsid w:val="001F4E97"/>
    <w:rsid w:val="00201827"/>
    <w:rsid w:val="00202322"/>
    <w:rsid w:val="00202E0D"/>
    <w:rsid w:val="00202FFB"/>
    <w:rsid w:val="00214671"/>
    <w:rsid w:val="0022002B"/>
    <w:rsid w:val="00235BDF"/>
    <w:rsid w:val="00240CA2"/>
    <w:rsid w:val="00247404"/>
    <w:rsid w:val="00252EE6"/>
    <w:rsid w:val="00254ECC"/>
    <w:rsid w:val="002778B8"/>
    <w:rsid w:val="00291CEF"/>
    <w:rsid w:val="002A33F1"/>
    <w:rsid w:val="002B096B"/>
    <w:rsid w:val="002B6386"/>
    <w:rsid w:val="002C35A0"/>
    <w:rsid w:val="002C6EF4"/>
    <w:rsid w:val="002E7816"/>
    <w:rsid w:val="002F04A7"/>
    <w:rsid w:val="002F1723"/>
    <w:rsid w:val="002F5455"/>
    <w:rsid w:val="00303271"/>
    <w:rsid w:val="0030664F"/>
    <w:rsid w:val="003318A4"/>
    <w:rsid w:val="00334FA6"/>
    <w:rsid w:val="00340E4A"/>
    <w:rsid w:val="003439A8"/>
    <w:rsid w:val="00346683"/>
    <w:rsid w:val="00353F40"/>
    <w:rsid w:val="00360A1E"/>
    <w:rsid w:val="00372992"/>
    <w:rsid w:val="003818EC"/>
    <w:rsid w:val="00383A54"/>
    <w:rsid w:val="003A65F8"/>
    <w:rsid w:val="003B6724"/>
    <w:rsid w:val="003C4A95"/>
    <w:rsid w:val="003C6BA4"/>
    <w:rsid w:val="003E3630"/>
    <w:rsid w:val="003E4C36"/>
    <w:rsid w:val="003E5AFE"/>
    <w:rsid w:val="004033DF"/>
    <w:rsid w:val="0040428C"/>
    <w:rsid w:val="00412A16"/>
    <w:rsid w:val="004158C6"/>
    <w:rsid w:val="004409A8"/>
    <w:rsid w:val="00441629"/>
    <w:rsid w:val="00461A8B"/>
    <w:rsid w:val="00465947"/>
    <w:rsid w:val="00482722"/>
    <w:rsid w:val="0049507A"/>
    <w:rsid w:val="00497767"/>
    <w:rsid w:val="004A6E88"/>
    <w:rsid w:val="004A78F3"/>
    <w:rsid w:val="004B35E8"/>
    <w:rsid w:val="004B4967"/>
    <w:rsid w:val="004B57FE"/>
    <w:rsid w:val="004B74DF"/>
    <w:rsid w:val="004D74B3"/>
    <w:rsid w:val="00502125"/>
    <w:rsid w:val="00503375"/>
    <w:rsid w:val="00505BDE"/>
    <w:rsid w:val="00512508"/>
    <w:rsid w:val="005235A2"/>
    <w:rsid w:val="005302C9"/>
    <w:rsid w:val="00536433"/>
    <w:rsid w:val="0054349C"/>
    <w:rsid w:val="00550C88"/>
    <w:rsid w:val="00551780"/>
    <w:rsid w:val="005527CB"/>
    <w:rsid w:val="00552FEB"/>
    <w:rsid w:val="0056399C"/>
    <w:rsid w:val="005751B2"/>
    <w:rsid w:val="005827AD"/>
    <w:rsid w:val="00596D72"/>
    <w:rsid w:val="005B24A8"/>
    <w:rsid w:val="005B2CF7"/>
    <w:rsid w:val="005B6255"/>
    <w:rsid w:val="005C0C8E"/>
    <w:rsid w:val="005C3864"/>
    <w:rsid w:val="005D1328"/>
    <w:rsid w:val="005D62D1"/>
    <w:rsid w:val="005E29E9"/>
    <w:rsid w:val="005E6EF0"/>
    <w:rsid w:val="0061320D"/>
    <w:rsid w:val="00642552"/>
    <w:rsid w:val="006609D5"/>
    <w:rsid w:val="00685F35"/>
    <w:rsid w:val="00690787"/>
    <w:rsid w:val="006965CC"/>
    <w:rsid w:val="006972D2"/>
    <w:rsid w:val="006B01AC"/>
    <w:rsid w:val="006B24EF"/>
    <w:rsid w:val="006C5FA8"/>
    <w:rsid w:val="006D4680"/>
    <w:rsid w:val="006F6931"/>
    <w:rsid w:val="00704AE9"/>
    <w:rsid w:val="007217A9"/>
    <w:rsid w:val="00727DE8"/>
    <w:rsid w:val="00732F1C"/>
    <w:rsid w:val="0074095E"/>
    <w:rsid w:val="00752E3B"/>
    <w:rsid w:val="007642B2"/>
    <w:rsid w:val="00792502"/>
    <w:rsid w:val="00793454"/>
    <w:rsid w:val="007B1D15"/>
    <w:rsid w:val="007D1D81"/>
    <w:rsid w:val="007D3A1B"/>
    <w:rsid w:val="007E12FC"/>
    <w:rsid w:val="007E1323"/>
    <w:rsid w:val="007E5778"/>
    <w:rsid w:val="007F1765"/>
    <w:rsid w:val="00802B68"/>
    <w:rsid w:val="0081337C"/>
    <w:rsid w:val="00821D1D"/>
    <w:rsid w:val="008253DF"/>
    <w:rsid w:val="00845477"/>
    <w:rsid w:val="00847F71"/>
    <w:rsid w:val="00856A13"/>
    <w:rsid w:val="00861AFC"/>
    <w:rsid w:val="00870A14"/>
    <w:rsid w:val="008830E9"/>
    <w:rsid w:val="008A149A"/>
    <w:rsid w:val="008A7EC3"/>
    <w:rsid w:val="008C3A56"/>
    <w:rsid w:val="008C7A2B"/>
    <w:rsid w:val="008F2B44"/>
    <w:rsid w:val="008F2CBA"/>
    <w:rsid w:val="008F2DEC"/>
    <w:rsid w:val="008F72BD"/>
    <w:rsid w:val="00906D23"/>
    <w:rsid w:val="00921CA5"/>
    <w:rsid w:val="009246C1"/>
    <w:rsid w:val="009269C7"/>
    <w:rsid w:val="00934806"/>
    <w:rsid w:val="00941AE3"/>
    <w:rsid w:val="00944EC0"/>
    <w:rsid w:val="009478D6"/>
    <w:rsid w:val="0095710A"/>
    <w:rsid w:val="0095751F"/>
    <w:rsid w:val="00962798"/>
    <w:rsid w:val="00972106"/>
    <w:rsid w:val="0097629D"/>
    <w:rsid w:val="009909D9"/>
    <w:rsid w:val="00992E8C"/>
    <w:rsid w:val="0099494E"/>
    <w:rsid w:val="0099591C"/>
    <w:rsid w:val="009B6B4D"/>
    <w:rsid w:val="009D5993"/>
    <w:rsid w:val="009E3B5E"/>
    <w:rsid w:val="009E5107"/>
    <w:rsid w:val="009E5412"/>
    <w:rsid w:val="009E6F8E"/>
    <w:rsid w:val="009F7A08"/>
    <w:rsid w:val="00A00932"/>
    <w:rsid w:val="00A00DFD"/>
    <w:rsid w:val="00A0353F"/>
    <w:rsid w:val="00A07745"/>
    <w:rsid w:val="00A15FF4"/>
    <w:rsid w:val="00A17172"/>
    <w:rsid w:val="00A23642"/>
    <w:rsid w:val="00A239A7"/>
    <w:rsid w:val="00A30FEA"/>
    <w:rsid w:val="00A35B07"/>
    <w:rsid w:val="00A35D0E"/>
    <w:rsid w:val="00A44DE1"/>
    <w:rsid w:val="00A5516D"/>
    <w:rsid w:val="00A604A9"/>
    <w:rsid w:val="00A61ED3"/>
    <w:rsid w:val="00A62F46"/>
    <w:rsid w:val="00A80DB5"/>
    <w:rsid w:val="00A831D8"/>
    <w:rsid w:val="00A9653B"/>
    <w:rsid w:val="00A9793F"/>
    <w:rsid w:val="00AA24F2"/>
    <w:rsid w:val="00AB6271"/>
    <w:rsid w:val="00AD645F"/>
    <w:rsid w:val="00AD65A4"/>
    <w:rsid w:val="00AE054E"/>
    <w:rsid w:val="00AE32ED"/>
    <w:rsid w:val="00AF73B8"/>
    <w:rsid w:val="00B11624"/>
    <w:rsid w:val="00B1361A"/>
    <w:rsid w:val="00B176D7"/>
    <w:rsid w:val="00B244BC"/>
    <w:rsid w:val="00B51354"/>
    <w:rsid w:val="00B56711"/>
    <w:rsid w:val="00B637FD"/>
    <w:rsid w:val="00B67757"/>
    <w:rsid w:val="00B744BA"/>
    <w:rsid w:val="00B95314"/>
    <w:rsid w:val="00B95E11"/>
    <w:rsid w:val="00BB0C78"/>
    <w:rsid w:val="00BB185F"/>
    <w:rsid w:val="00BB62EE"/>
    <w:rsid w:val="00BC44F3"/>
    <w:rsid w:val="00BE387D"/>
    <w:rsid w:val="00BF0752"/>
    <w:rsid w:val="00C01F20"/>
    <w:rsid w:val="00C02A06"/>
    <w:rsid w:val="00C04223"/>
    <w:rsid w:val="00C1114E"/>
    <w:rsid w:val="00C116E4"/>
    <w:rsid w:val="00C13291"/>
    <w:rsid w:val="00C15070"/>
    <w:rsid w:val="00C164ED"/>
    <w:rsid w:val="00C17DFD"/>
    <w:rsid w:val="00C26380"/>
    <w:rsid w:val="00C27961"/>
    <w:rsid w:val="00C34E63"/>
    <w:rsid w:val="00C4306C"/>
    <w:rsid w:val="00C57E43"/>
    <w:rsid w:val="00C602C2"/>
    <w:rsid w:val="00C6049E"/>
    <w:rsid w:val="00C62472"/>
    <w:rsid w:val="00C62FC3"/>
    <w:rsid w:val="00C6463A"/>
    <w:rsid w:val="00C67686"/>
    <w:rsid w:val="00C67725"/>
    <w:rsid w:val="00CA1822"/>
    <w:rsid w:val="00CA4B15"/>
    <w:rsid w:val="00CC2FAC"/>
    <w:rsid w:val="00CC4C49"/>
    <w:rsid w:val="00CE28AB"/>
    <w:rsid w:val="00CE3D59"/>
    <w:rsid w:val="00CE6896"/>
    <w:rsid w:val="00CF7006"/>
    <w:rsid w:val="00D04C69"/>
    <w:rsid w:val="00D053CD"/>
    <w:rsid w:val="00D079D8"/>
    <w:rsid w:val="00D127BA"/>
    <w:rsid w:val="00D14C94"/>
    <w:rsid w:val="00D2254A"/>
    <w:rsid w:val="00D24F90"/>
    <w:rsid w:val="00D267A2"/>
    <w:rsid w:val="00D6415D"/>
    <w:rsid w:val="00D641BC"/>
    <w:rsid w:val="00D70AB4"/>
    <w:rsid w:val="00D77AE3"/>
    <w:rsid w:val="00D80DCC"/>
    <w:rsid w:val="00D8493C"/>
    <w:rsid w:val="00D95AFE"/>
    <w:rsid w:val="00DA3E21"/>
    <w:rsid w:val="00DA41AA"/>
    <w:rsid w:val="00DB03C5"/>
    <w:rsid w:val="00DB3359"/>
    <w:rsid w:val="00DB4980"/>
    <w:rsid w:val="00DC1177"/>
    <w:rsid w:val="00DC3216"/>
    <w:rsid w:val="00DC7359"/>
    <w:rsid w:val="00DD3086"/>
    <w:rsid w:val="00DE77D1"/>
    <w:rsid w:val="00DF109E"/>
    <w:rsid w:val="00E061A8"/>
    <w:rsid w:val="00E06246"/>
    <w:rsid w:val="00E10F1A"/>
    <w:rsid w:val="00E215E4"/>
    <w:rsid w:val="00E23A49"/>
    <w:rsid w:val="00E323CA"/>
    <w:rsid w:val="00E32401"/>
    <w:rsid w:val="00E41A07"/>
    <w:rsid w:val="00E60D0F"/>
    <w:rsid w:val="00E641FE"/>
    <w:rsid w:val="00E72334"/>
    <w:rsid w:val="00E83402"/>
    <w:rsid w:val="00E864F6"/>
    <w:rsid w:val="00E92942"/>
    <w:rsid w:val="00E962D2"/>
    <w:rsid w:val="00EA7C34"/>
    <w:rsid w:val="00EB2BE9"/>
    <w:rsid w:val="00EB43D3"/>
    <w:rsid w:val="00ED411D"/>
    <w:rsid w:val="00EE3A6B"/>
    <w:rsid w:val="00EF1066"/>
    <w:rsid w:val="00EF4CE0"/>
    <w:rsid w:val="00F04B1F"/>
    <w:rsid w:val="00F04BDF"/>
    <w:rsid w:val="00F07D85"/>
    <w:rsid w:val="00F158EF"/>
    <w:rsid w:val="00F17E31"/>
    <w:rsid w:val="00F22CDE"/>
    <w:rsid w:val="00F22E69"/>
    <w:rsid w:val="00F318FF"/>
    <w:rsid w:val="00F40E4E"/>
    <w:rsid w:val="00F567A2"/>
    <w:rsid w:val="00F619F5"/>
    <w:rsid w:val="00F61D23"/>
    <w:rsid w:val="00F665EF"/>
    <w:rsid w:val="00F66732"/>
    <w:rsid w:val="00F72E98"/>
    <w:rsid w:val="00F81043"/>
    <w:rsid w:val="00F8258F"/>
    <w:rsid w:val="00F87387"/>
    <w:rsid w:val="00F9583C"/>
    <w:rsid w:val="00FB6319"/>
    <w:rsid w:val="00FD0474"/>
    <w:rsid w:val="00FD48D8"/>
    <w:rsid w:val="00FE116B"/>
    <w:rsid w:val="00FE2440"/>
    <w:rsid w:val="00FE2850"/>
    <w:rsid w:val="00FE55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327630"/>
  <w15:chartTrackingRefBased/>
  <w15:docId w15:val="{88D087CF-D8B6-4183-9666-4BAB3177E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sid w:val="00B1361A"/>
    <w:rPr>
      <w:rFonts w:ascii="Spectral" w:hAnsi="Spectral"/>
    </w:rPr>
  </w:style>
  <w:style w:type="paragraph" w:styleId="Pealkiri1">
    <w:name w:val="heading 1"/>
    <w:basedOn w:val="Normaallaad"/>
    <w:next w:val="Normaallaad"/>
    <w:link w:val="Pealkiri1Mrk"/>
    <w:uiPriority w:val="9"/>
    <w:qFormat/>
    <w:rsid w:val="00B1361A"/>
    <w:pPr>
      <w:keepNext/>
      <w:keepLines/>
      <w:spacing w:before="240"/>
      <w:outlineLvl w:val="0"/>
    </w:pPr>
    <w:rPr>
      <w:rFonts w:eastAsiaTheme="majorEastAsia" w:cstheme="majorBidi"/>
      <w:b/>
      <w:color w:val="2F5496" w:themeColor="accent1" w:themeShade="BF"/>
      <w:sz w:val="36"/>
      <w:szCs w:val="3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B1361A"/>
    <w:rPr>
      <w:rFonts w:ascii="Spectral" w:eastAsiaTheme="majorEastAsia" w:hAnsi="Spectral" w:cstheme="majorBidi"/>
      <w:b/>
      <w:color w:val="2F5496" w:themeColor="accent1" w:themeShade="BF"/>
      <w:sz w:val="36"/>
      <w:szCs w:val="32"/>
    </w:rPr>
  </w:style>
  <w:style w:type="paragraph" w:styleId="Pis">
    <w:name w:val="header"/>
    <w:basedOn w:val="Normaallaad"/>
    <w:link w:val="PisMrk"/>
    <w:uiPriority w:val="99"/>
    <w:unhideWhenUsed/>
    <w:rsid w:val="00482722"/>
    <w:pPr>
      <w:tabs>
        <w:tab w:val="center" w:pos="4680"/>
        <w:tab w:val="right" w:pos="9360"/>
      </w:tabs>
    </w:pPr>
  </w:style>
  <w:style w:type="character" w:customStyle="1" w:styleId="PisMrk">
    <w:name w:val="Päis Märk"/>
    <w:basedOn w:val="Liguvaikefont"/>
    <w:link w:val="Pis"/>
    <w:uiPriority w:val="99"/>
    <w:rsid w:val="00482722"/>
    <w:rPr>
      <w:rFonts w:ascii="Spectral" w:hAnsi="Spectral"/>
    </w:rPr>
  </w:style>
  <w:style w:type="paragraph" w:styleId="Jalus">
    <w:name w:val="footer"/>
    <w:basedOn w:val="Normaallaad"/>
    <w:link w:val="JalusMrk"/>
    <w:uiPriority w:val="99"/>
    <w:unhideWhenUsed/>
    <w:rsid w:val="00482722"/>
    <w:pPr>
      <w:tabs>
        <w:tab w:val="center" w:pos="4680"/>
        <w:tab w:val="right" w:pos="9360"/>
      </w:tabs>
    </w:pPr>
  </w:style>
  <w:style w:type="character" w:customStyle="1" w:styleId="JalusMrk">
    <w:name w:val="Jalus Märk"/>
    <w:basedOn w:val="Liguvaikefont"/>
    <w:link w:val="Jalus"/>
    <w:uiPriority w:val="99"/>
    <w:rsid w:val="00482722"/>
    <w:rPr>
      <w:rFonts w:ascii="Spectral" w:hAnsi="Spectral"/>
    </w:rPr>
  </w:style>
  <w:style w:type="character" w:styleId="Hperlink">
    <w:name w:val="Hyperlink"/>
    <w:basedOn w:val="Liguvaikefont"/>
    <w:uiPriority w:val="99"/>
    <w:unhideWhenUsed/>
    <w:rsid w:val="00962798"/>
    <w:rPr>
      <w:color w:val="0563C1" w:themeColor="hyperlink"/>
      <w:u w:val="single"/>
    </w:rPr>
  </w:style>
  <w:style w:type="paragraph" w:styleId="Jutumullitekst">
    <w:name w:val="Balloon Text"/>
    <w:basedOn w:val="Normaallaad"/>
    <w:link w:val="JutumullitekstMrk"/>
    <w:uiPriority w:val="99"/>
    <w:semiHidden/>
    <w:unhideWhenUsed/>
    <w:rsid w:val="00D14C94"/>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D14C9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hyperlink" Target="mailto:info@alutagusevald.e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k\AppData\Local\Microsoft\Windows\INetCache\Content.Outlook\CLIG9EG8\Alutaguse_vald_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AE136FDA-2AB4-45D8-AC6C-1AD9D9BFAB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Alutaguse_vald_C.dotx</Template>
  <TotalTime>303</TotalTime>
  <Pages>1</Pages>
  <Words>399</Words>
  <Characters>2315</Characters>
  <Application>Microsoft Office Word</Application>
  <DocSecurity>0</DocSecurity>
  <Lines>19</Lines>
  <Paragraphs>5</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Kesküla</dc:creator>
  <cp:keywords/>
  <dc:description/>
  <cp:lastModifiedBy>Sirje Allikmaa</cp:lastModifiedBy>
  <cp:revision>10</cp:revision>
  <cp:lastPrinted>2022-03-23T13:29:00Z</cp:lastPrinted>
  <dcterms:created xsi:type="dcterms:W3CDTF">2023-09-22T07:28:00Z</dcterms:created>
  <dcterms:modified xsi:type="dcterms:W3CDTF">2023-11-08T11:12:00Z</dcterms:modified>
</cp:coreProperties>
</file>